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7C228" w14:textId="5E7C560F" w:rsidR="009436E4" w:rsidRPr="003E78A4" w:rsidRDefault="00612060" w:rsidP="00A67D5C">
      <w:pPr>
        <w:spacing w:after="360"/>
      </w:pPr>
      <w:r w:rsidRPr="003E78A4">
        <w:rPr>
          <w:noProof/>
        </w:rPr>
        <mc:AlternateContent>
          <mc:Choice Requires="wpg">
            <w:drawing>
              <wp:anchor distT="0" distB="0" distL="114300" distR="114300" simplePos="0" relativeHeight="251659263" behindDoc="0" locked="0" layoutInCell="1" allowOverlap="1" wp14:anchorId="05F280CE" wp14:editId="62FE581C">
                <wp:simplePos x="0" y="0"/>
                <wp:positionH relativeFrom="column">
                  <wp:posOffset>-601069</wp:posOffset>
                </wp:positionH>
                <wp:positionV relativeFrom="paragraph">
                  <wp:posOffset>-601759</wp:posOffset>
                </wp:positionV>
                <wp:extent cx="1233050" cy="1298254"/>
                <wp:effectExtent l="0" t="0" r="5715" b="0"/>
                <wp:wrapNone/>
                <wp:docPr id="26" name="Image 9"/>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rgbClr val="FFFFFF"/>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7EB91DA" id="Image 9" o:spid="_x0000_s1026" style="position:absolute;margin-left:-47.35pt;margin-top:-47.4pt;width:97.1pt;height:102.2pt;z-index:251659263"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" path="m116066,153226r43907,l127498,97437v17827,-8756,27205,-25299,27205,-45367c154703,22122,133815,,95100,l,,,153187r39955,l39955,104139r49565,l116066,153187r,39xm39955,31033r49759,c105370,31033,113818,39982,113818,52070v,12087,-8448,21037,-24104,21037l39955,73107r,-42113l39955,31033xe"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" path="m,l,90192v,46103,33987,65358,79057,65358c124127,155550,158113,136295,158113,90192l158113,,117887,r,90192c117887,105728,112152,124053,79057,124053v-33096,,-38831,-18325,-38831,-33861l40226,,,xe"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" path="m133117,122038r-93240,l39877,90502r82893,l122770,61097r-82893,l39877,31188r90721,l130598,,,,,153226r133117,l133117,122038xe"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" path="m126684,122038r-86846,l39838,,,,,153226r126684,l126684,122038xe"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" path="m142728,153187r41001,l117732,,65997,,,153187r40962,l52859,124750r77933,l142689,153187r39,xm65919,93563l91845,31536r25926,62027l65880,93563r39,xe"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" path="m,l,31149r59099,l59099,153226r39877,l98976,31149r59137,l158113,,,xe"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" path="m160942,153226l160942,,125328,r,100652l33948,,,,,153226r35847,l35847,52573r90682,100653l160942,153226xe"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" path="m,30994r59099,l59099,152373r39838,l98937,30994r59137,l158074,,,,,30994xe"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" path="m117887,89688v,15459,-5735,33667,-38830,33667c45961,123355,40226,105147,40226,89688l40226,,,,,89688v,45871,33987,65010,79057,65010c124127,154698,158113,135559,158113,89688l158113,,117887,r,89688xe"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" path="m154703,51798c154703,22006,133815,,95100,l,,,152373r39955,l39955,103597r49526,l116027,152373r43908,l127459,96895v17827,-8679,27205,-25144,27205,-45097l154703,51798xm89714,72758r-49759,l39955,30878r49759,c105370,30878,113818,39788,113818,51837v,12049,-8448,20921,-24104,20921xe"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" path="m112462,1162l56386,61368r-16509,l39877,,,,,152373r39877,l39877,92400r16470,l112462,152645r48868,l91380,76903,161330,1162r-48868,xe"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" path="m132497,632856r29453,-55015l58905,385215,235542,55014,412179,385215,206090,770429r58905,l471046,385215,264995,,206090,,,385215,132497,632856xe"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" path="m264956,770429l471046,385215,338548,137535r-29413,55053l412179,385215,235503,715377,58866,385215,264956,,206090,,,385215,206090,770429r58866,xe"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3E78A4">
        <w:rPr>
          <w:noProof/>
        </w:rPr>
        <mc:AlternateContent>
          <mc:Choice Requires="wps">
            <w:drawing>
              <wp:anchor distT="0" distB="0" distL="114300" distR="114300" simplePos="0" relativeHeight="251653119" behindDoc="0" locked="1" layoutInCell="1" allowOverlap="1" wp14:anchorId="2434C79C" wp14:editId="0DA6D3F8">
                <wp:simplePos x="0" y="0"/>
                <wp:positionH relativeFrom="page">
                  <wp:posOffset>0</wp:posOffset>
                </wp:positionH>
                <wp:positionV relativeFrom="page">
                  <wp:posOffset>-38100</wp:posOffset>
                </wp:positionV>
                <wp:extent cx="7559675" cy="2627630"/>
                <wp:effectExtent l="0" t="0" r="3175" b="1270"/>
                <wp:wrapTopAndBottom/>
                <wp:docPr id="10" name="Forme libre : forme 6"/>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dpi="0" rotWithShape="1">
                          <a:blip r:embed="rId8"/>
                          <a:srcRect/>
                          <a:stretch>
                            <a:fillRect t="-10589" b="-32821"/>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6E80A" id="Forme libre : forme 6" o:spid="_x0000_s1026" style="position:absolute;margin-left:0;margin-top:-3pt;width:595.25pt;height:206.9pt;z-index:25165311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E1vbGFyZCBTZXZlcnluZQAABZADAAIAAAAUAAAQqJAEAAIAAAAUAAAQvJKRAAIAAAADNDAAAJKS&#10;AAIAAAADNDAAAOocAAcAAAgMAAAInAAAAAAc6gAAAA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Dw/eHBhY2tldCBlbmQ9J3cnPz7/2wBD&#10;AAcFBQYFBAcGBQYIBwcIChELCgkJChUPEAwRGBUaGRgVGBcbHichGx0lHRcYIi4iJSgpKywrGiAv&#10;My8qMicqKyr/2wBDAQcICAoJChQLCxQqHBgcKioqKioqKioqKioqKioqKioqKioqKioqKioqKioq&#10;KioqKioqKioqKioqKioqKioqKir/wAARCAHpA9U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" path="m,l7559675,r,2700000l1626777,2700000,1259199,2496032,891633,2700000,,2700000,,xe" stroked="f" strokeweight="2pt">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6B93EAE1" w:rsidR="004022B4" w:rsidRPr="001A09DD" w:rsidRDefault="005A47E6" w:rsidP="00797F40">
      <w:pPr>
        <w:pStyle w:val="RTDocType"/>
        <w:rPr>
          <w:lang w:val="en-US"/>
        </w:rPr>
      </w:pPr>
      <w:r>
        <w:rPr>
          <w:lang w:val="en-US"/>
        </w:rPr>
        <w:t xml:space="preserve">Press Release </w:t>
      </w:r>
    </w:p>
    <w:p w14:paraId="10C7654A" w14:textId="24A6AFD4" w:rsidR="00797F40" w:rsidRPr="001A09DD" w:rsidRDefault="004D584E" w:rsidP="00797F40">
      <w:pPr>
        <w:pStyle w:val="RTDate"/>
        <w:rPr>
          <w:lang w:val="en-US"/>
        </w:rPr>
      </w:pPr>
      <w:r w:rsidRPr="001A09DD">
        <w:rPr>
          <w:noProof/>
          <w:lang w:val="en-US"/>
        </w:rPr>
        <w:t>NOVEMB</w:t>
      </w:r>
      <w:r w:rsidR="005A47E6">
        <w:rPr>
          <w:noProof/>
          <w:lang w:val="en-US"/>
        </w:rPr>
        <w:t>ER</w:t>
      </w:r>
      <w:r w:rsidR="00A650EA" w:rsidRPr="001A09DD">
        <w:rPr>
          <w:noProof/>
          <w:lang w:val="en-US"/>
        </w:rPr>
        <w:t xml:space="preserve"> 2023</w:t>
      </w:r>
    </w:p>
    <w:p w14:paraId="3A7E0067" w14:textId="77777777" w:rsidR="00C0704B" w:rsidRPr="001A09DD" w:rsidRDefault="00C0704B" w:rsidP="008D7C5E">
      <w:pPr>
        <w:pStyle w:val="RTIntroduction"/>
        <w:rPr>
          <w:sz w:val="56"/>
          <w:szCs w:val="56"/>
          <w:lang w:val="en-US"/>
        </w:rPr>
      </w:pPr>
    </w:p>
    <w:p w14:paraId="7D5F35B1" w14:textId="1C9A620D" w:rsidR="00C0704B" w:rsidRPr="001A09DD" w:rsidRDefault="00242951" w:rsidP="008D7C5E">
      <w:pPr>
        <w:pStyle w:val="RTIntroduction"/>
        <w:rPr>
          <w:sz w:val="56"/>
          <w:szCs w:val="56"/>
          <w:lang w:val="en-US"/>
        </w:rPr>
      </w:pPr>
      <w:r w:rsidRPr="00475232">
        <w:rPr>
          <w:sz w:val="56"/>
          <w:szCs w:val="56"/>
          <w:lang w:val="en-US"/>
        </w:rPr>
        <w:t>“</w:t>
      </w:r>
      <w:r w:rsidR="004728B8" w:rsidRPr="001A09DD">
        <w:rPr>
          <w:sz w:val="56"/>
          <w:szCs w:val="56"/>
          <w:lang w:val="en-US"/>
        </w:rPr>
        <w:t>The Good Move</w:t>
      </w:r>
      <w:r w:rsidR="004728B8" w:rsidRPr="001A09DD">
        <w:rPr>
          <w:sz w:val="16"/>
          <w:szCs w:val="16"/>
          <w:lang w:val="en-US"/>
        </w:rPr>
        <w:t> </w:t>
      </w:r>
      <w:r w:rsidR="005A47E6">
        <w:rPr>
          <w:sz w:val="56"/>
          <w:szCs w:val="56"/>
          <w:lang w:val="en-US"/>
        </w:rPr>
        <w:t>”</w:t>
      </w:r>
      <w:r w:rsidR="004728B8" w:rsidRPr="001A09DD">
        <w:rPr>
          <w:sz w:val="56"/>
          <w:szCs w:val="56"/>
          <w:lang w:val="en-US"/>
        </w:rPr>
        <w:t xml:space="preserve">, </w:t>
      </w:r>
      <w:r w:rsidR="001A09DD" w:rsidRPr="001A09DD">
        <w:rPr>
          <w:sz w:val="56"/>
          <w:szCs w:val="56"/>
          <w:lang w:val="en-US"/>
        </w:rPr>
        <w:t xml:space="preserve">a journey </w:t>
      </w:r>
      <w:r>
        <w:rPr>
          <w:sz w:val="56"/>
          <w:szCs w:val="56"/>
          <w:lang w:val="en-US"/>
        </w:rPr>
        <w:t xml:space="preserve">right </w:t>
      </w:r>
      <w:r w:rsidR="001A09DD" w:rsidRPr="001A09DD">
        <w:rPr>
          <w:sz w:val="56"/>
          <w:szCs w:val="56"/>
          <w:lang w:val="en-US"/>
        </w:rPr>
        <w:t>to the heart of Renault Trucks' ecological transition</w:t>
      </w:r>
    </w:p>
    <w:p w14:paraId="087B84E7" w14:textId="77777777" w:rsidR="00055B04" w:rsidRPr="001A09DD" w:rsidRDefault="00055B04" w:rsidP="005E49FB">
      <w:pPr>
        <w:spacing w:line="276" w:lineRule="auto"/>
        <w:rPr>
          <w:b/>
          <w:bCs/>
          <w:sz w:val="22"/>
          <w:szCs w:val="22"/>
          <w:lang w:val="en-US"/>
        </w:rPr>
      </w:pPr>
    </w:p>
    <w:p w14:paraId="4DD9AB75" w14:textId="62031CA2" w:rsidR="00E22988" w:rsidRPr="00122B79" w:rsidRDefault="00122B79" w:rsidP="005E49FB">
      <w:pPr>
        <w:spacing w:line="276" w:lineRule="auto"/>
        <w:rPr>
          <w:b/>
          <w:bCs/>
          <w:sz w:val="22"/>
          <w:szCs w:val="22"/>
          <w:lang w:val="en-US"/>
        </w:rPr>
      </w:pPr>
      <w:r w:rsidRPr="00122B79">
        <w:rPr>
          <w:b/>
          <w:bCs/>
          <w:sz w:val="22"/>
          <w:szCs w:val="22"/>
          <w:lang w:val="en-US"/>
        </w:rPr>
        <w:t xml:space="preserve">How can a </w:t>
      </w:r>
      <w:r w:rsidR="00242951">
        <w:rPr>
          <w:b/>
          <w:bCs/>
          <w:sz w:val="22"/>
          <w:szCs w:val="22"/>
          <w:lang w:val="en-US"/>
        </w:rPr>
        <w:t xml:space="preserve">key </w:t>
      </w:r>
      <w:r w:rsidRPr="00122B79">
        <w:rPr>
          <w:b/>
          <w:bCs/>
          <w:sz w:val="22"/>
          <w:szCs w:val="22"/>
          <w:lang w:val="en-US"/>
        </w:rPr>
        <w:t xml:space="preserve">player in </w:t>
      </w:r>
      <w:r w:rsidR="00242951">
        <w:rPr>
          <w:b/>
          <w:bCs/>
          <w:sz w:val="22"/>
          <w:szCs w:val="22"/>
          <w:lang w:val="en-US"/>
        </w:rPr>
        <w:t xml:space="preserve">road </w:t>
      </w:r>
      <w:r>
        <w:rPr>
          <w:b/>
          <w:bCs/>
          <w:sz w:val="22"/>
          <w:szCs w:val="22"/>
          <w:lang w:val="en-US"/>
        </w:rPr>
        <w:t>freight transport</w:t>
      </w:r>
      <w:r w:rsidR="00242951">
        <w:rPr>
          <w:b/>
          <w:bCs/>
          <w:sz w:val="22"/>
          <w:szCs w:val="22"/>
          <w:lang w:val="en-US"/>
        </w:rPr>
        <w:t xml:space="preserve"> - </w:t>
      </w:r>
      <w:r w:rsidRPr="00122B79">
        <w:rPr>
          <w:b/>
          <w:bCs/>
          <w:sz w:val="22"/>
          <w:szCs w:val="22"/>
          <w:lang w:val="en-US"/>
        </w:rPr>
        <w:t>a sector responsible for 7% of CO</w:t>
      </w:r>
      <w:r w:rsidRPr="00F3489B">
        <w:rPr>
          <w:b/>
          <w:bCs/>
          <w:sz w:val="22"/>
          <w:szCs w:val="22"/>
          <w:vertAlign w:val="subscript"/>
          <w:lang w:val="en-US"/>
        </w:rPr>
        <w:t>2</w:t>
      </w:r>
      <w:r w:rsidRPr="00122B79">
        <w:rPr>
          <w:b/>
          <w:bCs/>
          <w:sz w:val="22"/>
          <w:szCs w:val="22"/>
          <w:lang w:val="en-US"/>
        </w:rPr>
        <w:t xml:space="preserve"> emissions in Europe</w:t>
      </w:r>
      <w:r w:rsidR="00242951">
        <w:rPr>
          <w:b/>
          <w:bCs/>
          <w:sz w:val="22"/>
          <w:szCs w:val="22"/>
          <w:lang w:val="en-US"/>
        </w:rPr>
        <w:t xml:space="preserve"> -</w:t>
      </w:r>
      <w:r w:rsidRPr="00122B79">
        <w:rPr>
          <w:b/>
          <w:bCs/>
          <w:sz w:val="22"/>
          <w:szCs w:val="22"/>
          <w:lang w:val="en-US"/>
        </w:rPr>
        <w:t xml:space="preserve"> contribute to limiting global warming? Bruno Blin, </w:t>
      </w:r>
      <w:r w:rsidR="00180F56">
        <w:rPr>
          <w:b/>
          <w:bCs/>
          <w:sz w:val="22"/>
          <w:szCs w:val="22"/>
          <w:lang w:val="en-US"/>
        </w:rPr>
        <w:t>President</w:t>
      </w:r>
      <w:r w:rsidRPr="00122B79">
        <w:rPr>
          <w:b/>
          <w:bCs/>
          <w:sz w:val="22"/>
          <w:szCs w:val="22"/>
          <w:lang w:val="en-US"/>
        </w:rPr>
        <w:t xml:space="preserve"> of Renault Trucks, </w:t>
      </w:r>
      <w:r w:rsidR="008105A0">
        <w:rPr>
          <w:b/>
          <w:bCs/>
          <w:sz w:val="22"/>
          <w:szCs w:val="22"/>
          <w:lang w:val="en-US"/>
        </w:rPr>
        <w:t xml:space="preserve">gives us a first insight </w:t>
      </w:r>
      <w:r w:rsidRPr="00122B79">
        <w:rPr>
          <w:b/>
          <w:bCs/>
          <w:sz w:val="22"/>
          <w:szCs w:val="22"/>
          <w:lang w:val="en-US"/>
        </w:rPr>
        <w:t xml:space="preserve">and explains how his company is </w:t>
      </w:r>
      <w:r w:rsidR="008105A0">
        <w:rPr>
          <w:b/>
          <w:bCs/>
          <w:sz w:val="22"/>
          <w:szCs w:val="22"/>
          <w:lang w:val="en-US"/>
        </w:rPr>
        <w:t xml:space="preserve">getting </w:t>
      </w:r>
      <w:r w:rsidRPr="00122B79">
        <w:rPr>
          <w:b/>
          <w:bCs/>
          <w:sz w:val="22"/>
          <w:szCs w:val="22"/>
          <w:lang w:val="en-US"/>
        </w:rPr>
        <w:t>organis</w:t>
      </w:r>
      <w:r w:rsidR="008105A0">
        <w:rPr>
          <w:b/>
          <w:bCs/>
          <w:sz w:val="22"/>
          <w:szCs w:val="22"/>
          <w:lang w:val="en-US"/>
        </w:rPr>
        <w:t>ed</w:t>
      </w:r>
      <w:r w:rsidRPr="00122B79">
        <w:rPr>
          <w:b/>
          <w:bCs/>
          <w:sz w:val="22"/>
          <w:szCs w:val="22"/>
          <w:lang w:val="en-US"/>
        </w:rPr>
        <w:t xml:space="preserve"> and </w:t>
      </w:r>
      <w:r w:rsidR="008105A0">
        <w:rPr>
          <w:b/>
          <w:bCs/>
          <w:sz w:val="22"/>
          <w:szCs w:val="22"/>
          <w:lang w:val="en-US"/>
        </w:rPr>
        <w:t xml:space="preserve">making significant changes </w:t>
      </w:r>
      <w:r w:rsidRPr="00122B79">
        <w:rPr>
          <w:b/>
          <w:bCs/>
          <w:sz w:val="22"/>
          <w:szCs w:val="22"/>
          <w:lang w:val="en-US"/>
        </w:rPr>
        <w:t xml:space="preserve">to rapidly and drastically reduce its carbon footprint in "The Good Move, committed to decarbonisation", </w:t>
      </w:r>
      <w:r w:rsidR="00D45EA8" w:rsidRPr="00D45EA8">
        <w:rPr>
          <w:b/>
          <w:bCs/>
          <w:sz w:val="22"/>
          <w:szCs w:val="22"/>
          <w:lang w:val="en-US"/>
        </w:rPr>
        <w:t>a seven-</w:t>
      </w:r>
      <w:r w:rsidR="00242951">
        <w:rPr>
          <w:b/>
          <w:bCs/>
          <w:sz w:val="22"/>
          <w:szCs w:val="22"/>
          <w:lang w:val="en-US"/>
        </w:rPr>
        <w:t>part</w:t>
      </w:r>
      <w:r w:rsidR="00D45EA8" w:rsidRPr="00D45EA8">
        <w:rPr>
          <w:b/>
          <w:bCs/>
          <w:sz w:val="22"/>
          <w:szCs w:val="22"/>
          <w:lang w:val="en-US"/>
        </w:rPr>
        <w:t xml:space="preserve"> web series set to premiere on November 8, 2023.</w:t>
      </w:r>
      <w:r w:rsidR="00D45EA8">
        <w:rPr>
          <w:b/>
          <w:bCs/>
          <w:sz w:val="22"/>
          <w:szCs w:val="22"/>
          <w:lang w:val="en-US"/>
        </w:rPr>
        <w:br/>
      </w:r>
    </w:p>
    <w:p w14:paraId="07B6BFDF" w14:textId="2A993867" w:rsidR="003B5013" w:rsidRPr="003B5013" w:rsidRDefault="003B5013" w:rsidP="003B5013">
      <w:pPr>
        <w:spacing w:line="276" w:lineRule="auto"/>
        <w:rPr>
          <w:sz w:val="22"/>
          <w:szCs w:val="22"/>
          <w:lang w:val="en-US"/>
        </w:rPr>
      </w:pPr>
      <w:r w:rsidRPr="003B5013">
        <w:rPr>
          <w:sz w:val="22"/>
          <w:szCs w:val="22"/>
          <w:lang w:val="en-US"/>
        </w:rPr>
        <w:t>"</w:t>
      </w:r>
      <w:r w:rsidRPr="00A214CA">
        <w:rPr>
          <w:i/>
          <w:iCs/>
          <w:sz w:val="22"/>
          <w:szCs w:val="22"/>
          <w:lang w:val="en-US"/>
        </w:rPr>
        <w:t>Global warming is a reality and we are all individually responsible for our decisions and actions.</w:t>
      </w:r>
      <w:r w:rsidR="00D45EA8" w:rsidRPr="00A214CA">
        <w:rPr>
          <w:i/>
          <w:iCs/>
          <w:sz w:val="22"/>
          <w:szCs w:val="22"/>
          <w:lang w:val="en-US"/>
        </w:rPr>
        <w:t xml:space="preserve"> </w:t>
      </w:r>
      <w:r w:rsidRPr="00A214CA">
        <w:rPr>
          <w:i/>
          <w:iCs/>
          <w:sz w:val="22"/>
          <w:szCs w:val="22"/>
          <w:lang w:val="en-US"/>
        </w:rPr>
        <w:t>What does th</w:t>
      </w:r>
      <w:r w:rsidR="00D45EA8" w:rsidRPr="00A214CA">
        <w:rPr>
          <w:i/>
          <w:iCs/>
          <w:sz w:val="22"/>
          <w:szCs w:val="22"/>
          <w:lang w:val="en-US"/>
        </w:rPr>
        <w:t>is</w:t>
      </w:r>
      <w:r w:rsidRPr="00A214CA">
        <w:rPr>
          <w:i/>
          <w:iCs/>
          <w:sz w:val="22"/>
          <w:szCs w:val="22"/>
          <w:lang w:val="en-US"/>
        </w:rPr>
        <w:t xml:space="preserve"> mean for me, </w:t>
      </w:r>
      <w:r w:rsidR="00D45EA8" w:rsidRPr="00A214CA">
        <w:rPr>
          <w:i/>
          <w:iCs/>
          <w:sz w:val="22"/>
          <w:szCs w:val="22"/>
          <w:lang w:val="en-US"/>
        </w:rPr>
        <w:t>President</w:t>
      </w:r>
      <w:r w:rsidRPr="00A214CA">
        <w:rPr>
          <w:i/>
          <w:iCs/>
          <w:sz w:val="22"/>
          <w:szCs w:val="22"/>
          <w:lang w:val="en-US"/>
        </w:rPr>
        <w:t xml:space="preserve"> of Renault Trucks</w:t>
      </w:r>
      <w:r w:rsidR="00242951" w:rsidRPr="00A214CA">
        <w:rPr>
          <w:i/>
          <w:iCs/>
          <w:sz w:val="22"/>
          <w:szCs w:val="22"/>
          <w:lang w:val="en-US"/>
        </w:rPr>
        <w:t>, a</w:t>
      </w:r>
      <w:r w:rsidRPr="00A214CA">
        <w:rPr>
          <w:i/>
          <w:iCs/>
          <w:sz w:val="22"/>
          <w:szCs w:val="22"/>
          <w:lang w:val="en-US"/>
        </w:rPr>
        <w:t xml:space="preserve"> company that manufactures trucks found on roads </w:t>
      </w:r>
      <w:r w:rsidR="00BF62FF" w:rsidRPr="00A214CA">
        <w:rPr>
          <w:i/>
          <w:iCs/>
          <w:sz w:val="22"/>
          <w:szCs w:val="22"/>
          <w:lang w:val="en-US"/>
        </w:rPr>
        <w:t>worldwide</w:t>
      </w:r>
      <w:r w:rsidR="008105A0">
        <w:rPr>
          <w:sz w:val="22"/>
          <w:szCs w:val="22"/>
          <w:lang w:val="en-US"/>
        </w:rPr>
        <w:t>?</w:t>
      </w:r>
      <w:r w:rsidRPr="003B5013">
        <w:rPr>
          <w:sz w:val="22"/>
          <w:szCs w:val="22"/>
          <w:lang w:val="en-US"/>
        </w:rPr>
        <w:t xml:space="preserve"> </w:t>
      </w:r>
      <w:r w:rsidR="00242951">
        <w:rPr>
          <w:sz w:val="22"/>
          <w:szCs w:val="22"/>
          <w:lang w:val="en-US"/>
        </w:rPr>
        <w:t xml:space="preserve">These are Bruno Blin’s opening words </w:t>
      </w:r>
      <w:r w:rsidR="008105A0">
        <w:rPr>
          <w:sz w:val="22"/>
          <w:szCs w:val="22"/>
          <w:lang w:val="en-US"/>
        </w:rPr>
        <w:t xml:space="preserve">to </w:t>
      </w:r>
      <w:r w:rsidRPr="003B5013">
        <w:rPr>
          <w:sz w:val="22"/>
          <w:szCs w:val="22"/>
          <w:lang w:val="en-US"/>
        </w:rPr>
        <w:t xml:space="preserve">the web series "The Good Move, committed to decarbonisation". </w:t>
      </w:r>
    </w:p>
    <w:p w14:paraId="08EB90ED" w14:textId="77777777" w:rsidR="003B5013" w:rsidRPr="003B5013" w:rsidRDefault="003B5013" w:rsidP="003B5013">
      <w:pPr>
        <w:spacing w:line="276" w:lineRule="auto"/>
        <w:rPr>
          <w:sz w:val="22"/>
          <w:szCs w:val="22"/>
          <w:lang w:val="en-US"/>
        </w:rPr>
      </w:pPr>
    </w:p>
    <w:p w14:paraId="48C39CAC" w14:textId="6DBCB209" w:rsidR="004C3220" w:rsidRPr="003B5013" w:rsidRDefault="00242951" w:rsidP="003B5013">
      <w:pPr>
        <w:spacing w:line="276" w:lineRule="auto"/>
        <w:rPr>
          <w:sz w:val="22"/>
          <w:szCs w:val="22"/>
          <w:lang w:val="en-US"/>
        </w:rPr>
      </w:pPr>
      <w:r>
        <w:rPr>
          <w:sz w:val="22"/>
          <w:szCs w:val="22"/>
          <w:lang w:val="en-US"/>
        </w:rPr>
        <w:t xml:space="preserve">Road </w:t>
      </w:r>
      <w:r w:rsidR="007C0B41" w:rsidRPr="003B5013">
        <w:rPr>
          <w:sz w:val="22"/>
          <w:szCs w:val="22"/>
          <w:lang w:val="en-US"/>
        </w:rPr>
        <w:t xml:space="preserve">freight </w:t>
      </w:r>
      <w:r w:rsidR="003B5013" w:rsidRPr="003B5013">
        <w:rPr>
          <w:sz w:val="22"/>
          <w:szCs w:val="22"/>
          <w:lang w:val="en-US"/>
        </w:rPr>
        <w:t xml:space="preserve">transport </w:t>
      </w:r>
      <w:r>
        <w:rPr>
          <w:sz w:val="22"/>
          <w:szCs w:val="22"/>
          <w:lang w:val="en-US"/>
        </w:rPr>
        <w:t xml:space="preserve">does indeed </w:t>
      </w:r>
      <w:r w:rsidR="003B5013" w:rsidRPr="003B5013">
        <w:rPr>
          <w:sz w:val="22"/>
          <w:szCs w:val="22"/>
          <w:lang w:val="en-US"/>
        </w:rPr>
        <w:t>account for 7% of total CO</w:t>
      </w:r>
      <w:r w:rsidR="003B5013" w:rsidRPr="007C0B41">
        <w:rPr>
          <w:sz w:val="22"/>
          <w:szCs w:val="22"/>
          <w:vertAlign w:val="subscript"/>
          <w:lang w:val="en-US"/>
        </w:rPr>
        <w:t>2</w:t>
      </w:r>
      <w:r w:rsidR="003B5013" w:rsidRPr="003B5013">
        <w:rPr>
          <w:sz w:val="22"/>
          <w:szCs w:val="22"/>
          <w:lang w:val="en-US"/>
        </w:rPr>
        <w:t xml:space="preserve"> emissions in Europe, making it a key sector in the fight against climate change. "</w:t>
      </w:r>
      <w:r w:rsidR="003B5013" w:rsidRPr="00CF29C4">
        <w:rPr>
          <w:i/>
          <w:iCs/>
          <w:sz w:val="22"/>
          <w:szCs w:val="22"/>
          <w:lang w:val="en-US"/>
        </w:rPr>
        <w:t xml:space="preserve">We are part of the problem, which means that we have a fundamental role to play </w:t>
      </w:r>
      <w:r w:rsidR="007C0B41" w:rsidRPr="00CF29C4">
        <w:rPr>
          <w:i/>
          <w:iCs/>
          <w:sz w:val="22"/>
          <w:szCs w:val="22"/>
          <w:lang w:val="en-US"/>
        </w:rPr>
        <w:t>in</w:t>
      </w:r>
      <w:r w:rsidR="003B5013" w:rsidRPr="00CF29C4">
        <w:rPr>
          <w:i/>
          <w:iCs/>
          <w:sz w:val="22"/>
          <w:szCs w:val="22"/>
          <w:lang w:val="en-US"/>
        </w:rPr>
        <w:t xml:space="preserve"> </w:t>
      </w:r>
      <w:r w:rsidRPr="00CF29C4">
        <w:rPr>
          <w:i/>
          <w:iCs/>
          <w:sz w:val="22"/>
          <w:szCs w:val="22"/>
          <w:lang w:val="en-US"/>
        </w:rPr>
        <w:t>solving it</w:t>
      </w:r>
      <w:r w:rsidR="003B5013" w:rsidRPr="003B5013">
        <w:rPr>
          <w:sz w:val="22"/>
          <w:szCs w:val="22"/>
          <w:lang w:val="en-US"/>
        </w:rPr>
        <w:t>,"</w:t>
      </w:r>
      <w:r>
        <w:rPr>
          <w:sz w:val="22"/>
          <w:szCs w:val="22"/>
          <w:lang w:val="en-US"/>
        </w:rPr>
        <w:t xml:space="preserve"> says</w:t>
      </w:r>
      <w:r w:rsidR="003B5013" w:rsidRPr="003B5013">
        <w:rPr>
          <w:sz w:val="22"/>
          <w:szCs w:val="22"/>
          <w:lang w:val="en-US"/>
        </w:rPr>
        <w:t xml:space="preserve"> Bruno Blin. "</w:t>
      </w:r>
      <w:r w:rsidR="00E8711A" w:rsidRPr="00CF29C4">
        <w:rPr>
          <w:i/>
          <w:iCs/>
          <w:sz w:val="22"/>
          <w:szCs w:val="22"/>
          <w:lang w:val="en-US"/>
        </w:rPr>
        <w:t xml:space="preserve">Because we can no longer </w:t>
      </w:r>
      <w:r w:rsidRPr="00CF29C4">
        <w:rPr>
          <w:i/>
          <w:iCs/>
          <w:sz w:val="22"/>
          <w:szCs w:val="22"/>
          <w:lang w:val="en-US"/>
        </w:rPr>
        <w:t>be satisfied with baby</w:t>
      </w:r>
      <w:r w:rsidR="00E8711A" w:rsidRPr="00CF29C4">
        <w:rPr>
          <w:i/>
          <w:iCs/>
          <w:sz w:val="22"/>
          <w:szCs w:val="22"/>
          <w:lang w:val="en-US"/>
        </w:rPr>
        <w:t xml:space="preserve"> steps, at Renault Trucks</w:t>
      </w:r>
      <w:r w:rsidR="008105A0" w:rsidRPr="00CF29C4">
        <w:rPr>
          <w:i/>
          <w:iCs/>
          <w:sz w:val="22"/>
          <w:szCs w:val="22"/>
          <w:lang w:val="en-US"/>
        </w:rPr>
        <w:t xml:space="preserve"> </w:t>
      </w:r>
      <w:r w:rsidR="003B5013" w:rsidRPr="00CF29C4">
        <w:rPr>
          <w:i/>
          <w:iCs/>
          <w:sz w:val="22"/>
          <w:szCs w:val="22"/>
          <w:lang w:val="en-US"/>
        </w:rPr>
        <w:t xml:space="preserve">we have made commitments to decarbonise our industry and </w:t>
      </w:r>
      <w:r w:rsidR="008105A0" w:rsidRPr="00CF29C4">
        <w:rPr>
          <w:i/>
          <w:iCs/>
          <w:sz w:val="22"/>
          <w:szCs w:val="22"/>
          <w:lang w:val="en-US"/>
        </w:rPr>
        <w:t>con</w:t>
      </w:r>
      <w:r w:rsidR="003B5013" w:rsidRPr="00CF29C4">
        <w:rPr>
          <w:i/>
          <w:iCs/>
          <w:sz w:val="22"/>
          <w:szCs w:val="22"/>
          <w:lang w:val="en-US"/>
        </w:rPr>
        <w:t xml:space="preserve">serve resources, with many concrete actions already in place. </w:t>
      </w:r>
      <w:r w:rsidR="008105A0" w:rsidRPr="00CF29C4">
        <w:rPr>
          <w:i/>
          <w:iCs/>
          <w:sz w:val="22"/>
          <w:szCs w:val="22"/>
          <w:lang w:val="en-US"/>
        </w:rPr>
        <w:t xml:space="preserve">Of course, </w:t>
      </w:r>
      <w:r w:rsidRPr="00CF29C4">
        <w:rPr>
          <w:i/>
          <w:iCs/>
          <w:sz w:val="22"/>
          <w:szCs w:val="22"/>
          <w:lang w:val="en-US"/>
        </w:rPr>
        <w:t xml:space="preserve">a lot </w:t>
      </w:r>
      <w:r w:rsidR="001A6FBA" w:rsidRPr="00CF29C4">
        <w:rPr>
          <w:i/>
          <w:iCs/>
          <w:sz w:val="22"/>
          <w:szCs w:val="22"/>
          <w:lang w:val="en-US"/>
        </w:rPr>
        <w:t xml:space="preserve">still </w:t>
      </w:r>
      <w:r w:rsidR="008105A0" w:rsidRPr="00CF29C4">
        <w:rPr>
          <w:i/>
          <w:iCs/>
          <w:sz w:val="22"/>
          <w:szCs w:val="22"/>
          <w:lang w:val="en-US"/>
        </w:rPr>
        <w:t>remains</w:t>
      </w:r>
      <w:r w:rsidR="003B5013" w:rsidRPr="00CF29C4">
        <w:rPr>
          <w:i/>
          <w:iCs/>
          <w:sz w:val="22"/>
          <w:szCs w:val="22"/>
          <w:lang w:val="en-US"/>
        </w:rPr>
        <w:t xml:space="preserve"> to be done. T</w:t>
      </w:r>
      <w:r w:rsidR="001A6FBA" w:rsidRPr="00CF29C4">
        <w:rPr>
          <w:i/>
          <w:iCs/>
          <w:sz w:val="22"/>
          <w:szCs w:val="22"/>
          <w:lang w:val="en-US"/>
        </w:rPr>
        <w:t>his is</w:t>
      </w:r>
      <w:r w:rsidR="003B5013" w:rsidRPr="00CF29C4">
        <w:rPr>
          <w:i/>
          <w:iCs/>
          <w:sz w:val="22"/>
          <w:szCs w:val="22"/>
          <w:lang w:val="en-US"/>
        </w:rPr>
        <w:t xml:space="preserve"> what I wanted to share and d</w:t>
      </w:r>
      <w:r w:rsidR="008105A0" w:rsidRPr="00CF29C4">
        <w:rPr>
          <w:i/>
          <w:iCs/>
          <w:sz w:val="22"/>
          <w:szCs w:val="22"/>
          <w:lang w:val="en-US"/>
        </w:rPr>
        <w:t>ocument</w:t>
      </w:r>
      <w:r w:rsidRPr="00CF29C4">
        <w:rPr>
          <w:i/>
          <w:iCs/>
          <w:sz w:val="22"/>
          <w:szCs w:val="22"/>
          <w:lang w:val="en-US"/>
        </w:rPr>
        <w:t xml:space="preserve"> </w:t>
      </w:r>
      <w:r w:rsidR="008105A0" w:rsidRPr="00CF29C4">
        <w:rPr>
          <w:i/>
          <w:iCs/>
          <w:sz w:val="22"/>
          <w:szCs w:val="22"/>
          <w:lang w:val="en-US"/>
        </w:rPr>
        <w:t xml:space="preserve">in </w:t>
      </w:r>
      <w:r w:rsidR="003B5013" w:rsidRPr="00CF29C4">
        <w:rPr>
          <w:i/>
          <w:iCs/>
          <w:sz w:val="22"/>
          <w:szCs w:val="22"/>
          <w:lang w:val="en-US"/>
        </w:rPr>
        <w:t>this series</w:t>
      </w:r>
      <w:r w:rsidR="003B5013" w:rsidRPr="003B5013">
        <w:rPr>
          <w:sz w:val="22"/>
          <w:szCs w:val="22"/>
          <w:lang w:val="en-US"/>
        </w:rPr>
        <w:t>.</w:t>
      </w:r>
      <w:r w:rsidR="00BC4068">
        <w:rPr>
          <w:sz w:val="22"/>
          <w:szCs w:val="22"/>
          <w:lang w:val="en-US"/>
        </w:rPr>
        <w:t>”</w:t>
      </w:r>
      <w:r w:rsidR="00E8711A">
        <w:rPr>
          <w:sz w:val="22"/>
          <w:szCs w:val="22"/>
          <w:lang w:val="en-US"/>
        </w:rPr>
        <w:t xml:space="preserve"> </w:t>
      </w:r>
    </w:p>
    <w:p w14:paraId="07990FFA" w14:textId="6A729C0A" w:rsidR="00FA1D37" w:rsidRPr="00FA1D37" w:rsidRDefault="00B61AAC" w:rsidP="00FA1D37">
      <w:pPr>
        <w:spacing w:line="276" w:lineRule="auto"/>
        <w:rPr>
          <w:sz w:val="22"/>
          <w:szCs w:val="22"/>
          <w:lang w:val="en-US"/>
        </w:rPr>
      </w:pPr>
      <w:r>
        <w:rPr>
          <w:sz w:val="22"/>
          <w:szCs w:val="22"/>
          <w:lang w:val="en-US"/>
        </w:rPr>
        <w:br/>
      </w:r>
      <w:r w:rsidR="00FA1D37" w:rsidRPr="00FA1D37">
        <w:rPr>
          <w:sz w:val="22"/>
          <w:szCs w:val="22"/>
          <w:lang w:val="en-US"/>
        </w:rPr>
        <w:t xml:space="preserve">In "The Good Move, committed to decarbonisation", </w:t>
      </w:r>
      <w:r w:rsidRPr="00B61AAC">
        <w:rPr>
          <w:sz w:val="22"/>
          <w:szCs w:val="22"/>
          <w:lang w:val="en-US"/>
        </w:rPr>
        <w:t xml:space="preserve">a </w:t>
      </w:r>
      <w:r w:rsidR="00242951">
        <w:rPr>
          <w:sz w:val="22"/>
          <w:szCs w:val="22"/>
          <w:lang w:val="en-US"/>
        </w:rPr>
        <w:t xml:space="preserve">seven-part </w:t>
      </w:r>
      <w:r w:rsidRPr="00B61AAC">
        <w:rPr>
          <w:sz w:val="22"/>
          <w:szCs w:val="22"/>
          <w:lang w:val="en-US"/>
        </w:rPr>
        <w:t>web series</w:t>
      </w:r>
      <w:r w:rsidR="00BC4068">
        <w:rPr>
          <w:sz w:val="22"/>
          <w:szCs w:val="22"/>
          <w:lang w:val="en-US"/>
        </w:rPr>
        <w:t xml:space="preserve"> in a </w:t>
      </w:r>
      <w:r w:rsidR="00F120A6">
        <w:rPr>
          <w:sz w:val="22"/>
          <w:szCs w:val="22"/>
          <w:lang w:val="en-US"/>
        </w:rPr>
        <w:t>documentary</w:t>
      </w:r>
      <w:r w:rsidR="00BD0089">
        <w:rPr>
          <w:sz w:val="22"/>
          <w:szCs w:val="22"/>
          <w:lang w:val="en-US"/>
        </w:rPr>
        <w:t>-style</w:t>
      </w:r>
      <w:r w:rsidR="00BC4068">
        <w:rPr>
          <w:sz w:val="22"/>
          <w:szCs w:val="22"/>
          <w:lang w:val="en-US"/>
        </w:rPr>
        <w:t xml:space="preserve"> format</w:t>
      </w:r>
      <w:r w:rsidRPr="00B61AAC">
        <w:rPr>
          <w:sz w:val="22"/>
          <w:szCs w:val="22"/>
          <w:lang w:val="en-US"/>
        </w:rPr>
        <w:t xml:space="preserve">, </w:t>
      </w:r>
      <w:r w:rsidR="00FA1D37" w:rsidRPr="00FA1D37">
        <w:rPr>
          <w:sz w:val="22"/>
          <w:szCs w:val="22"/>
          <w:lang w:val="en-US"/>
        </w:rPr>
        <w:t xml:space="preserve">Bruno Blin, accompanied by </w:t>
      </w:r>
      <w:r w:rsidR="00415887">
        <w:rPr>
          <w:sz w:val="22"/>
          <w:szCs w:val="22"/>
          <w:lang w:val="en-US"/>
        </w:rPr>
        <w:t xml:space="preserve">a </w:t>
      </w:r>
      <w:r w:rsidR="00FA1D37" w:rsidRPr="00FA1D37">
        <w:rPr>
          <w:sz w:val="22"/>
          <w:szCs w:val="22"/>
          <w:lang w:val="en-US"/>
        </w:rPr>
        <w:t xml:space="preserve">company employee, meets </w:t>
      </w:r>
      <w:r w:rsidR="00415887">
        <w:rPr>
          <w:sz w:val="22"/>
          <w:szCs w:val="22"/>
          <w:lang w:val="en-US"/>
        </w:rPr>
        <w:lastRenderedPageBreak/>
        <w:t>the</w:t>
      </w:r>
      <w:r w:rsidR="00C83CB5">
        <w:rPr>
          <w:sz w:val="22"/>
          <w:szCs w:val="22"/>
          <w:lang w:val="en-US"/>
        </w:rPr>
        <w:t xml:space="preserve"> </w:t>
      </w:r>
      <w:r w:rsidR="00FA1D37" w:rsidRPr="00FA1D37">
        <w:rPr>
          <w:sz w:val="22"/>
          <w:szCs w:val="22"/>
          <w:lang w:val="en-US"/>
        </w:rPr>
        <w:t xml:space="preserve">experts: </w:t>
      </w:r>
      <w:r w:rsidR="00415887">
        <w:rPr>
          <w:sz w:val="22"/>
          <w:szCs w:val="22"/>
          <w:lang w:val="en-US"/>
        </w:rPr>
        <w:t xml:space="preserve">a </w:t>
      </w:r>
      <w:r w:rsidR="00FA1D37" w:rsidRPr="00FA1D37">
        <w:rPr>
          <w:sz w:val="22"/>
          <w:szCs w:val="22"/>
          <w:lang w:val="en-US"/>
        </w:rPr>
        <w:t xml:space="preserve">battery recycling professional, </w:t>
      </w:r>
      <w:r w:rsidR="00415887">
        <w:rPr>
          <w:sz w:val="22"/>
          <w:szCs w:val="22"/>
          <w:lang w:val="en-US"/>
        </w:rPr>
        <w:t xml:space="preserve">a </w:t>
      </w:r>
      <w:r w:rsidR="00FA1D37" w:rsidRPr="00FA1D37">
        <w:rPr>
          <w:sz w:val="22"/>
          <w:szCs w:val="22"/>
          <w:lang w:val="en-US"/>
        </w:rPr>
        <w:t xml:space="preserve">plant </w:t>
      </w:r>
      <w:r w:rsidR="00C83CB5">
        <w:rPr>
          <w:sz w:val="22"/>
          <w:szCs w:val="22"/>
          <w:lang w:val="en-US"/>
        </w:rPr>
        <w:t>director</w:t>
      </w:r>
      <w:r w:rsidR="00FA1D37" w:rsidRPr="00FA1D37">
        <w:rPr>
          <w:sz w:val="22"/>
          <w:szCs w:val="22"/>
          <w:lang w:val="en-US"/>
        </w:rPr>
        <w:t xml:space="preserve">, </w:t>
      </w:r>
      <w:r w:rsidR="00415887">
        <w:rPr>
          <w:sz w:val="22"/>
          <w:szCs w:val="22"/>
          <w:lang w:val="en-US"/>
        </w:rPr>
        <w:t xml:space="preserve">an </w:t>
      </w:r>
      <w:r w:rsidR="00FA1D37" w:rsidRPr="00FA1D37">
        <w:rPr>
          <w:sz w:val="22"/>
          <w:szCs w:val="22"/>
          <w:lang w:val="en-US"/>
        </w:rPr>
        <w:t xml:space="preserve">urban logistics specialist, as well as </w:t>
      </w:r>
      <w:r w:rsidR="00BC4068">
        <w:rPr>
          <w:sz w:val="22"/>
          <w:szCs w:val="22"/>
          <w:lang w:val="en-US"/>
        </w:rPr>
        <w:t xml:space="preserve">a </w:t>
      </w:r>
      <w:r w:rsidR="00FA1D37" w:rsidRPr="00FA1D37">
        <w:rPr>
          <w:sz w:val="22"/>
          <w:szCs w:val="22"/>
          <w:lang w:val="en-US"/>
        </w:rPr>
        <w:t>glaciologist and member of the Intergovernmental Panel on Climate Change</w:t>
      </w:r>
      <w:r w:rsidR="00242951">
        <w:rPr>
          <w:sz w:val="22"/>
          <w:szCs w:val="22"/>
          <w:lang w:val="en-US"/>
        </w:rPr>
        <w:t xml:space="preserve"> (IPCC)</w:t>
      </w:r>
      <w:r w:rsidR="00FA1D37" w:rsidRPr="00FA1D37">
        <w:rPr>
          <w:sz w:val="22"/>
          <w:szCs w:val="22"/>
          <w:lang w:val="en-US"/>
        </w:rPr>
        <w:t>.</w:t>
      </w:r>
    </w:p>
    <w:p w14:paraId="189EE955" w14:textId="231E548D" w:rsidR="00FA1D37" w:rsidRPr="00FA1D37" w:rsidRDefault="00185D2C" w:rsidP="00FA1D37">
      <w:pPr>
        <w:spacing w:line="276" w:lineRule="auto"/>
        <w:rPr>
          <w:sz w:val="22"/>
          <w:szCs w:val="22"/>
          <w:lang w:val="en-US"/>
        </w:rPr>
      </w:pPr>
      <w:r w:rsidRPr="00185D2C">
        <w:rPr>
          <w:sz w:val="22"/>
          <w:szCs w:val="22"/>
          <w:lang w:val="en-US"/>
        </w:rPr>
        <w:t xml:space="preserve">They all share the same desire to collectively </w:t>
      </w:r>
      <w:r w:rsidR="00415887">
        <w:rPr>
          <w:sz w:val="22"/>
          <w:szCs w:val="22"/>
          <w:lang w:val="en-US"/>
        </w:rPr>
        <w:t xml:space="preserve">embrace </w:t>
      </w:r>
      <w:r w:rsidRPr="00185D2C">
        <w:rPr>
          <w:sz w:val="22"/>
          <w:szCs w:val="22"/>
          <w:lang w:val="en-US"/>
        </w:rPr>
        <w:t>change</w:t>
      </w:r>
      <w:r w:rsidR="00415887">
        <w:rPr>
          <w:sz w:val="22"/>
          <w:szCs w:val="22"/>
          <w:lang w:val="en-US"/>
        </w:rPr>
        <w:t xml:space="preserve"> -</w:t>
      </w:r>
      <w:r w:rsidRPr="00185D2C">
        <w:rPr>
          <w:sz w:val="22"/>
          <w:szCs w:val="22"/>
          <w:lang w:val="en-US"/>
        </w:rPr>
        <w:t xml:space="preserve"> in practices, models, and above all, mindset. Because the answer to the climate challenge lies in collaboration and innovation.</w:t>
      </w:r>
      <w:r>
        <w:rPr>
          <w:sz w:val="22"/>
          <w:szCs w:val="22"/>
          <w:lang w:val="en-US"/>
        </w:rPr>
        <w:br/>
      </w:r>
    </w:p>
    <w:p w14:paraId="236A2BD6" w14:textId="4CF67BAA" w:rsidR="00FA1D37" w:rsidRPr="00FA1D37" w:rsidRDefault="00FA1D37" w:rsidP="00FA1D37">
      <w:pPr>
        <w:spacing w:line="276" w:lineRule="auto"/>
        <w:rPr>
          <w:sz w:val="22"/>
          <w:szCs w:val="22"/>
          <w:lang w:val="en-US"/>
        </w:rPr>
      </w:pPr>
      <w:r w:rsidRPr="00FA1D37">
        <w:rPr>
          <w:sz w:val="22"/>
          <w:szCs w:val="22"/>
          <w:lang w:val="en-US"/>
        </w:rPr>
        <w:t xml:space="preserve">Each of the seven episodes in the series explores a specific aspect of the transition </w:t>
      </w:r>
      <w:r w:rsidR="00415887">
        <w:rPr>
          <w:sz w:val="22"/>
          <w:szCs w:val="22"/>
          <w:lang w:val="en-US"/>
        </w:rPr>
        <w:t xml:space="preserve">process </w:t>
      </w:r>
      <w:r w:rsidRPr="00FA1D37">
        <w:rPr>
          <w:sz w:val="22"/>
          <w:szCs w:val="22"/>
          <w:lang w:val="en-US"/>
        </w:rPr>
        <w:t xml:space="preserve">and highlights Renault Trucks' commitment to driving </w:t>
      </w:r>
      <w:r w:rsidR="00242951">
        <w:rPr>
          <w:sz w:val="22"/>
          <w:szCs w:val="22"/>
          <w:lang w:val="en-US"/>
        </w:rPr>
        <w:t xml:space="preserve">the </w:t>
      </w:r>
      <w:r w:rsidR="00415887">
        <w:rPr>
          <w:sz w:val="22"/>
          <w:szCs w:val="22"/>
          <w:lang w:val="en-US"/>
        </w:rPr>
        <w:t>move to</w:t>
      </w:r>
      <w:r w:rsidR="00242951">
        <w:rPr>
          <w:sz w:val="22"/>
          <w:szCs w:val="22"/>
          <w:lang w:val="en-US"/>
        </w:rPr>
        <w:t xml:space="preserve"> </w:t>
      </w:r>
      <w:r w:rsidRPr="00FA1D37">
        <w:rPr>
          <w:sz w:val="22"/>
          <w:szCs w:val="22"/>
          <w:lang w:val="en-US"/>
        </w:rPr>
        <w:t xml:space="preserve">sustainable transport. The first episode of this weekly series will be </w:t>
      </w:r>
      <w:r w:rsidR="00C23C83">
        <w:rPr>
          <w:sz w:val="22"/>
          <w:szCs w:val="22"/>
          <w:lang w:val="en-US"/>
        </w:rPr>
        <w:t xml:space="preserve">available </w:t>
      </w:r>
      <w:r w:rsidRPr="00FA1D37">
        <w:rPr>
          <w:sz w:val="22"/>
          <w:szCs w:val="22"/>
          <w:lang w:val="en-US"/>
        </w:rPr>
        <w:t>online on</w:t>
      </w:r>
      <w:r w:rsidR="00C23C83">
        <w:rPr>
          <w:sz w:val="22"/>
          <w:szCs w:val="22"/>
          <w:lang w:val="en-US"/>
        </w:rPr>
        <w:t xml:space="preserve"> </w:t>
      </w:r>
      <w:r w:rsidRPr="00FA1D37">
        <w:rPr>
          <w:sz w:val="22"/>
          <w:szCs w:val="22"/>
          <w:lang w:val="en-US"/>
        </w:rPr>
        <w:t xml:space="preserve">November </w:t>
      </w:r>
      <w:r w:rsidR="00C23C83">
        <w:rPr>
          <w:sz w:val="22"/>
          <w:szCs w:val="22"/>
          <w:lang w:val="en-US"/>
        </w:rPr>
        <w:t>8,</w:t>
      </w:r>
      <w:r w:rsidR="00242951">
        <w:rPr>
          <w:sz w:val="22"/>
          <w:szCs w:val="22"/>
          <w:lang w:val="en-US"/>
        </w:rPr>
        <w:t xml:space="preserve"> </w:t>
      </w:r>
      <w:r w:rsidR="00BC4068" w:rsidRPr="00FA1D37">
        <w:rPr>
          <w:sz w:val="22"/>
          <w:szCs w:val="22"/>
          <w:lang w:val="en-US"/>
        </w:rPr>
        <w:t>2023,</w:t>
      </w:r>
      <w:r w:rsidRPr="00FA1D37">
        <w:rPr>
          <w:sz w:val="22"/>
          <w:szCs w:val="22"/>
          <w:lang w:val="en-US"/>
        </w:rPr>
        <w:t xml:space="preserve"> at </w:t>
      </w:r>
      <w:hyperlink r:id="rId10" w:history="1">
        <w:r w:rsidR="00C23C83" w:rsidRPr="00380E60">
          <w:rPr>
            <w:rStyle w:val="Hyperlink"/>
            <w:sz w:val="22"/>
            <w:szCs w:val="22"/>
            <w:lang w:val="en-US"/>
          </w:rPr>
          <w:t>www.renault-trucks.com</w:t>
        </w:r>
      </w:hyperlink>
      <w:r w:rsidR="00BC4068">
        <w:rPr>
          <w:rStyle w:val="Hyperlink"/>
          <w:sz w:val="22"/>
          <w:szCs w:val="22"/>
          <w:lang w:val="en-US"/>
        </w:rPr>
        <w:t>.</w:t>
      </w:r>
      <w:r w:rsidR="00C23C83">
        <w:rPr>
          <w:sz w:val="22"/>
          <w:szCs w:val="22"/>
          <w:lang w:val="en-US"/>
        </w:rPr>
        <w:t xml:space="preserve"> </w:t>
      </w:r>
    </w:p>
    <w:p w14:paraId="3B206EEF" w14:textId="77777777" w:rsidR="00FA1D37" w:rsidRPr="00FA1D37" w:rsidRDefault="00FA1D37" w:rsidP="00FA1D37">
      <w:pPr>
        <w:spacing w:line="276" w:lineRule="auto"/>
        <w:rPr>
          <w:sz w:val="22"/>
          <w:szCs w:val="22"/>
          <w:lang w:val="en-US"/>
        </w:rPr>
      </w:pPr>
    </w:p>
    <w:p w14:paraId="65DBF25C" w14:textId="109CFCFF" w:rsidR="004C3220" w:rsidRPr="00FA1D37" w:rsidRDefault="00FA1D37" w:rsidP="00FA1D37">
      <w:pPr>
        <w:spacing w:line="276" w:lineRule="auto"/>
        <w:rPr>
          <w:sz w:val="22"/>
          <w:szCs w:val="22"/>
          <w:lang w:val="en-US"/>
        </w:rPr>
      </w:pPr>
      <w:r w:rsidRPr="00FA1D37">
        <w:rPr>
          <w:sz w:val="22"/>
          <w:szCs w:val="22"/>
          <w:lang w:val="en-US"/>
        </w:rPr>
        <w:t>"The Good Move, committed to decarbonisation" was produced by Régis Granet</w:t>
      </w:r>
      <w:r w:rsidR="00475232">
        <w:rPr>
          <w:sz w:val="22"/>
          <w:szCs w:val="22"/>
          <w:lang w:val="en-US"/>
        </w:rPr>
        <w:t>,</w:t>
      </w:r>
      <w:r w:rsidRPr="00FA1D37">
        <w:rPr>
          <w:sz w:val="22"/>
          <w:szCs w:val="22"/>
          <w:lang w:val="en-US"/>
        </w:rPr>
        <w:t xml:space="preserve"> </w:t>
      </w:r>
      <w:r w:rsidR="00BD0089">
        <w:rPr>
          <w:sz w:val="22"/>
          <w:szCs w:val="22"/>
          <w:lang w:val="en-US"/>
        </w:rPr>
        <w:t>with</w:t>
      </w:r>
      <w:r w:rsidR="00475232">
        <w:rPr>
          <w:sz w:val="22"/>
          <w:szCs w:val="22"/>
          <w:lang w:val="en-US"/>
        </w:rPr>
        <w:t xml:space="preserve"> </w:t>
      </w:r>
      <w:r w:rsidRPr="00FA1D37">
        <w:rPr>
          <w:sz w:val="22"/>
          <w:szCs w:val="22"/>
          <w:lang w:val="en-US"/>
        </w:rPr>
        <w:t xml:space="preserve">the </w:t>
      </w:r>
      <w:r w:rsidR="00C23C83">
        <w:rPr>
          <w:sz w:val="22"/>
          <w:szCs w:val="22"/>
          <w:lang w:val="en-US"/>
        </w:rPr>
        <w:t xml:space="preserve">French </w:t>
      </w:r>
      <w:r w:rsidRPr="00FA1D37">
        <w:rPr>
          <w:sz w:val="22"/>
          <w:szCs w:val="22"/>
          <w:lang w:val="en-US"/>
        </w:rPr>
        <w:t>agency</w:t>
      </w:r>
      <w:r w:rsidR="00C23C83" w:rsidRPr="00C23C83">
        <w:rPr>
          <w:sz w:val="22"/>
          <w:szCs w:val="22"/>
          <w:lang w:val="en-US"/>
        </w:rPr>
        <w:t xml:space="preserve"> </w:t>
      </w:r>
      <w:r w:rsidR="00C23C83" w:rsidRPr="00FA1D37">
        <w:rPr>
          <w:sz w:val="22"/>
          <w:szCs w:val="22"/>
          <w:lang w:val="en-US"/>
        </w:rPr>
        <w:t>Alunites</w:t>
      </w:r>
      <w:r w:rsidRPr="00FA1D37">
        <w:rPr>
          <w:sz w:val="22"/>
          <w:szCs w:val="22"/>
          <w:lang w:val="en-US"/>
        </w:rPr>
        <w:t>.</w:t>
      </w:r>
    </w:p>
    <w:p w14:paraId="30D55C94" w14:textId="5C5A27DD" w:rsidR="004C3220" w:rsidRPr="00FA1D37" w:rsidRDefault="004C3220" w:rsidP="000F6108">
      <w:pPr>
        <w:spacing w:line="276" w:lineRule="auto"/>
        <w:rPr>
          <w:sz w:val="22"/>
          <w:szCs w:val="22"/>
          <w:lang w:val="en-US"/>
        </w:rPr>
      </w:pPr>
    </w:p>
    <w:p w14:paraId="09B82BAB" w14:textId="6B8D5BC2" w:rsidR="004C3220" w:rsidRDefault="004C3220" w:rsidP="000F6108">
      <w:pPr>
        <w:spacing w:line="276" w:lineRule="auto"/>
        <w:rPr>
          <w:sz w:val="22"/>
          <w:szCs w:val="22"/>
          <w:lang w:val="en-US"/>
        </w:rPr>
      </w:pPr>
    </w:p>
    <w:p w14:paraId="290609B4" w14:textId="05C4F038" w:rsidR="002A18E7" w:rsidRDefault="002A18E7" w:rsidP="000F6108">
      <w:pPr>
        <w:spacing w:line="276" w:lineRule="auto"/>
        <w:rPr>
          <w:sz w:val="22"/>
          <w:szCs w:val="22"/>
          <w:lang w:val="en-US"/>
        </w:rPr>
      </w:pPr>
    </w:p>
    <w:p w14:paraId="6F40383B" w14:textId="543B0CFE" w:rsidR="002A18E7" w:rsidRDefault="002A18E7" w:rsidP="000F6108">
      <w:pPr>
        <w:spacing w:line="276" w:lineRule="auto"/>
        <w:rPr>
          <w:sz w:val="22"/>
          <w:szCs w:val="22"/>
          <w:lang w:val="en-US"/>
        </w:rPr>
      </w:pPr>
    </w:p>
    <w:p w14:paraId="786E43F0" w14:textId="3EC04BF9" w:rsidR="002A18E7" w:rsidRDefault="002A18E7" w:rsidP="000F6108">
      <w:pPr>
        <w:spacing w:line="276" w:lineRule="auto"/>
        <w:rPr>
          <w:sz w:val="22"/>
          <w:szCs w:val="22"/>
          <w:lang w:val="en-US"/>
        </w:rPr>
      </w:pPr>
    </w:p>
    <w:p w14:paraId="722F6459" w14:textId="42632769" w:rsidR="002A18E7" w:rsidRDefault="002A18E7" w:rsidP="000F6108">
      <w:pPr>
        <w:spacing w:line="276" w:lineRule="auto"/>
        <w:rPr>
          <w:sz w:val="22"/>
          <w:szCs w:val="22"/>
          <w:lang w:val="en-US"/>
        </w:rPr>
      </w:pPr>
    </w:p>
    <w:p w14:paraId="70EBAC9A" w14:textId="77777777" w:rsidR="002A18E7" w:rsidRPr="00FA1D37" w:rsidRDefault="002A18E7" w:rsidP="000F6108">
      <w:pPr>
        <w:spacing w:line="276" w:lineRule="auto"/>
        <w:rPr>
          <w:sz w:val="22"/>
          <w:szCs w:val="22"/>
          <w:lang w:val="en-US"/>
        </w:rPr>
      </w:pPr>
    </w:p>
    <w:p w14:paraId="5451F663" w14:textId="77777777" w:rsidR="002A18E7" w:rsidRPr="00160CD6" w:rsidRDefault="002A18E7" w:rsidP="00A65FED">
      <w:pPr>
        <w:rPr>
          <w:b/>
          <w:bCs/>
          <w:i/>
          <w:iCs/>
          <w:sz w:val="18"/>
          <w:szCs w:val="18"/>
        </w:rPr>
      </w:pPr>
      <w:r w:rsidRPr="00160CD6">
        <w:rPr>
          <w:b/>
          <w:bCs/>
          <w:i/>
          <w:iCs/>
          <w:sz w:val="18"/>
          <w:szCs w:val="18"/>
        </w:rPr>
        <w:t xml:space="preserve">About Renault Trucks </w:t>
      </w:r>
    </w:p>
    <w:p w14:paraId="67662388" w14:textId="77777777" w:rsidR="002A18E7" w:rsidRPr="00160CD6" w:rsidRDefault="002A18E7" w:rsidP="00A65FED">
      <w:pPr>
        <w:rPr>
          <w:sz w:val="18"/>
          <w:szCs w:val="18"/>
        </w:rPr>
      </w:pPr>
    </w:p>
    <w:p w14:paraId="546E0401" w14:textId="77777777" w:rsidR="002A18E7" w:rsidRPr="00160CD6" w:rsidRDefault="002A18E7" w:rsidP="00A65FED">
      <w:pPr>
        <w:spacing w:line="276" w:lineRule="auto"/>
        <w:rPr>
          <w:rFonts w:ascii="Arial" w:hAnsi="Arial" w:cs="Arial"/>
          <w:sz w:val="18"/>
          <w:szCs w:val="18"/>
          <w:lang w:val="en-US"/>
        </w:rPr>
      </w:pPr>
      <w:r w:rsidRPr="00160CD6">
        <w:rPr>
          <w:rFonts w:ascii="Arial" w:hAnsi="Arial" w:cs="Arial"/>
          <w:sz w:val="18"/>
          <w:szCs w:val="18"/>
          <w:lang w:val="en-US"/>
        </w:rPr>
        <w:t>Renault Trucks, the French truck manufacturer, has been providing professionals with transport solutions since 1894, from electric cargo-bikes and light commercial vehicles to heavy duty tractors. Committed to the energy transition, Renault Trucks offers fuel efficient vehicles and a complete range of 100% electric trucks, with their operating life extended through a circular economy approach.</w:t>
      </w:r>
    </w:p>
    <w:p w14:paraId="1B9C6DE9" w14:textId="77777777" w:rsidR="002A18E7" w:rsidRPr="00160CD6" w:rsidRDefault="002A18E7" w:rsidP="00A65FED">
      <w:pPr>
        <w:spacing w:line="276" w:lineRule="auto"/>
        <w:rPr>
          <w:rFonts w:ascii="Arial" w:hAnsi="Arial" w:cs="Arial"/>
          <w:sz w:val="18"/>
          <w:szCs w:val="18"/>
          <w:lang w:val="en-US"/>
        </w:rPr>
      </w:pPr>
    </w:p>
    <w:p w14:paraId="5B314B6D" w14:textId="77777777" w:rsidR="002A18E7" w:rsidRPr="00160CD6" w:rsidRDefault="002A18E7" w:rsidP="00A65FED">
      <w:pPr>
        <w:spacing w:line="276" w:lineRule="auto"/>
        <w:rPr>
          <w:rFonts w:ascii="Arial" w:hAnsi="Arial" w:cs="Arial"/>
          <w:sz w:val="18"/>
          <w:szCs w:val="18"/>
          <w:lang w:val="en-US"/>
        </w:rPr>
      </w:pPr>
      <w:r w:rsidRPr="00160CD6">
        <w:rPr>
          <w:rFonts w:ascii="Arial" w:hAnsi="Arial" w:cs="Arial"/>
          <w:sz w:val="18"/>
          <w:szCs w:val="18"/>
          <w:lang w:val="en-US"/>
        </w:rPr>
        <w:t>Renault Trucks is part of the Volvo Group, one of the world's leading manufacturers of trucks, buses, construction equipment and industrial and marine engines. The group also provides complete financing and service solutions.</w:t>
      </w:r>
    </w:p>
    <w:p w14:paraId="0D276EE4" w14:textId="77777777" w:rsidR="002A18E7" w:rsidRPr="00160CD6" w:rsidRDefault="002A18E7" w:rsidP="00A65FED">
      <w:pPr>
        <w:spacing w:line="276" w:lineRule="auto"/>
        <w:rPr>
          <w:rFonts w:ascii="Arial" w:hAnsi="Arial" w:cs="Arial"/>
          <w:sz w:val="18"/>
          <w:szCs w:val="18"/>
          <w:lang w:val="en-US"/>
        </w:rPr>
      </w:pPr>
    </w:p>
    <w:p w14:paraId="3CD5CF95" w14:textId="77777777" w:rsidR="002A18E7" w:rsidRPr="00160CD6" w:rsidRDefault="002A18E7" w:rsidP="00A65FED">
      <w:pPr>
        <w:spacing w:line="276" w:lineRule="auto"/>
        <w:rPr>
          <w:rFonts w:ascii="Arial" w:hAnsi="Arial" w:cs="Arial"/>
          <w:b/>
          <w:bCs/>
          <w:i/>
          <w:iCs/>
          <w:sz w:val="18"/>
          <w:szCs w:val="18"/>
          <w:lang w:val="en-US"/>
        </w:rPr>
      </w:pPr>
      <w:r w:rsidRPr="00160CD6">
        <w:rPr>
          <w:rFonts w:ascii="Arial" w:hAnsi="Arial" w:cs="Arial"/>
          <w:b/>
          <w:bCs/>
          <w:i/>
          <w:iCs/>
          <w:sz w:val="18"/>
          <w:szCs w:val="18"/>
          <w:lang w:val="en-US"/>
        </w:rPr>
        <w:t>Key figures:</w:t>
      </w:r>
    </w:p>
    <w:p w14:paraId="71896E27" w14:textId="77777777" w:rsidR="002A18E7" w:rsidRPr="00160CD6" w:rsidRDefault="002A18E7" w:rsidP="00A65FED">
      <w:pPr>
        <w:spacing w:line="276" w:lineRule="auto"/>
        <w:rPr>
          <w:rFonts w:ascii="Arial" w:hAnsi="Arial" w:cs="Arial"/>
          <w:i/>
          <w:iCs/>
          <w:sz w:val="18"/>
          <w:szCs w:val="18"/>
          <w:lang w:val="en-US"/>
        </w:rPr>
      </w:pPr>
      <w:r w:rsidRPr="00160CD6">
        <w:rPr>
          <w:rFonts w:ascii="Arial" w:hAnsi="Arial" w:cs="Arial"/>
          <w:i/>
          <w:iCs/>
          <w:sz w:val="18"/>
          <w:szCs w:val="18"/>
          <w:lang w:val="en-US"/>
        </w:rPr>
        <w:t>9,450 employees worldwide</w:t>
      </w:r>
    </w:p>
    <w:p w14:paraId="4053C501" w14:textId="77777777" w:rsidR="002A18E7" w:rsidRPr="00160CD6" w:rsidRDefault="002A18E7" w:rsidP="00A65FED">
      <w:pPr>
        <w:spacing w:line="276" w:lineRule="auto"/>
        <w:rPr>
          <w:rFonts w:ascii="Arial" w:hAnsi="Arial" w:cs="Arial"/>
          <w:i/>
          <w:iCs/>
          <w:sz w:val="18"/>
          <w:szCs w:val="18"/>
          <w:lang w:val="en-US"/>
        </w:rPr>
      </w:pPr>
      <w:r w:rsidRPr="00160CD6">
        <w:rPr>
          <w:rFonts w:ascii="Arial" w:hAnsi="Arial" w:cs="Arial"/>
          <w:i/>
          <w:iCs/>
          <w:sz w:val="18"/>
          <w:szCs w:val="18"/>
          <w:lang w:val="en-US"/>
        </w:rPr>
        <w:t>4 production sites in France</w:t>
      </w:r>
    </w:p>
    <w:p w14:paraId="68B9947F" w14:textId="77777777" w:rsidR="002A18E7" w:rsidRPr="00160CD6" w:rsidRDefault="002A18E7" w:rsidP="00A65FED">
      <w:pPr>
        <w:spacing w:line="276" w:lineRule="auto"/>
        <w:rPr>
          <w:rFonts w:ascii="Arial" w:hAnsi="Arial" w:cs="Arial"/>
          <w:i/>
          <w:iCs/>
          <w:sz w:val="18"/>
          <w:szCs w:val="18"/>
          <w:lang w:val="en-US"/>
        </w:rPr>
      </w:pPr>
      <w:r w:rsidRPr="00160CD6">
        <w:rPr>
          <w:rFonts w:ascii="Arial" w:hAnsi="Arial" w:cs="Arial"/>
          <w:i/>
          <w:iCs/>
          <w:sz w:val="18"/>
          <w:szCs w:val="18"/>
          <w:lang w:val="en-US"/>
        </w:rPr>
        <w:t>1,400 sales and service points worldwide</w:t>
      </w:r>
    </w:p>
    <w:p w14:paraId="3282C3E0" w14:textId="77777777" w:rsidR="002A18E7" w:rsidRPr="00160CD6" w:rsidRDefault="002A18E7" w:rsidP="002A18E7">
      <w:pPr>
        <w:spacing w:line="276" w:lineRule="auto"/>
        <w:rPr>
          <w:rFonts w:ascii="Arial" w:hAnsi="Arial" w:cs="Arial"/>
          <w:i/>
          <w:iCs/>
          <w:sz w:val="18"/>
          <w:szCs w:val="18"/>
          <w:lang w:val="en-US"/>
        </w:rPr>
      </w:pPr>
      <w:r w:rsidRPr="00160CD6">
        <w:rPr>
          <w:rFonts w:ascii="Arial" w:hAnsi="Arial" w:cs="Arial"/>
          <w:i/>
          <w:iCs/>
          <w:sz w:val="18"/>
          <w:szCs w:val="18"/>
          <w:lang w:val="en-US"/>
        </w:rPr>
        <w:t>59,000 vehicles sold in 2022</w:t>
      </w: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C3220" w:rsidRPr="003E78A4" w14:paraId="05157BE4" w14:textId="77777777" w:rsidTr="00B911AE">
        <w:tc>
          <w:tcPr>
            <w:tcW w:w="4678" w:type="dxa"/>
          </w:tcPr>
          <w:p w14:paraId="0101F5F6" w14:textId="0A4AC5E4" w:rsidR="004C3220" w:rsidRPr="00506D11" w:rsidRDefault="002A18E7" w:rsidP="00B911AE">
            <w:pPr>
              <w:rPr>
                <w:b/>
                <w:bCs/>
                <w:color w:val="E3021B" w:themeColor="text2"/>
                <w:lang w:val="fr-FR"/>
              </w:rPr>
            </w:pPr>
            <w:r>
              <w:rPr>
                <w:b/>
                <w:bCs/>
                <w:color w:val="E3021B" w:themeColor="text2"/>
                <w:lang w:val="fr-FR"/>
              </w:rPr>
              <w:t>For further information</w:t>
            </w:r>
            <w:r w:rsidR="004C3220" w:rsidRPr="00506D11">
              <w:rPr>
                <w:b/>
                <w:bCs/>
                <w:color w:val="E3021B" w:themeColor="text2"/>
                <w:lang w:val="fr-FR"/>
              </w:rPr>
              <w:t>:</w:t>
            </w:r>
          </w:p>
          <w:p w14:paraId="43457CA3" w14:textId="77777777" w:rsidR="004C3220" w:rsidRPr="00506D11" w:rsidRDefault="00BD0089" w:rsidP="00B911AE">
            <w:pPr>
              <w:rPr>
                <w:b/>
                <w:bCs/>
                <w:color w:val="E3021B" w:themeColor="text2"/>
                <w:lang w:val="fr-FR"/>
              </w:rPr>
            </w:pPr>
            <w:hyperlink w:history="1"/>
            <w:r w:rsidR="004C3220" w:rsidRPr="00506D11">
              <w:rPr>
                <w:b/>
                <w:bCs/>
                <w:color w:val="E3021B" w:themeColor="text2"/>
                <w:lang w:val="fr-FR"/>
              </w:rPr>
              <w:t xml:space="preserve"> </w:t>
            </w:r>
          </w:p>
        </w:tc>
        <w:tc>
          <w:tcPr>
            <w:tcW w:w="3815" w:type="dxa"/>
          </w:tcPr>
          <w:p w14:paraId="5BCB61BD" w14:textId="77777777" w:rsidR="004C3220" w:rsidRPr="003E78A4" w:rsidRDefault="004C3220" w:rsidP="00B911AE">
            <w:pPr>
              <w:rPr>
                <w:b/>
                <w:bCs/>
                <w:color w:val="494949" w:themeColor="accent4"/>
              </w:rPr>
            </w:pPr>
            <w:r w:rsidRPr="003E78A4">
              <w:rPr>
                <w:b/>
                <w:bCs/>
                <w:color w:val="494949" w:themeColor="accent4"/>
              </w:rPr>
              <w:t>Séveryne Molard</w:t>
            </w:r>
          </w:p>
          <w:p w14:paraId="247183E0" w14:textId="77777777" w:rsidR="004C3220" w:rsidRPr="003E78A4" w:rsidRDefault="004C3220" w:rsidP="00B911AE">
            <w:pPr>
              <w:rPr>
                <w:color w:val="494949" w:themeColor="accent4"/>
              </w:rPr>
            </w:pPr>
            <w:r w:rsidRPr="003E78A4">
              <w:rPr>
                <w:color w:val="494949" w:themeColor="accent4"/>
              </w:rPr>
              <w:t>Tel. +33 (0)4 81 93 09 52</w:t>
            </w:r>
          </w:p>
          <w:p w14:paraId="31DCF7A6" w14:textId="77777777" w:rsidR="004C3220" w:rsidRPr="003E78A4" w:rsidRDefault="00BD0089" w:rsidP="00B911AE">
            <w:pPr>
              <w:rPr>
                <w:color w:val="494949" w:themeColor="accent4"/>
              </w:rPr>
            </w:pPr>
            <w:hyperlink r:id="rId11" w:history="1">
              <w:r w:rsidR="004C3220" w:rsidRPr="003E78A4">
                <w:rPr>
                  <w:rStyle w:val="Hyperlink"/>
                  <w:color w:val="494949" w:themeColor="accent4"/>
                </w:rPr>
                <w:t>severyne.molard@renault-trucks.com</w:t>
              </w:r>
            </w:hyperlink>
            <w:r w:rsidR="004C3220" w:rsidRPr="003E78A4">
              <w:rPr>
                <w:color w:val="494949" w:themeColor="accent4"/>
              </w:rPr>
              <w:t xml:space="preserve"> </w:t>
            </w:r>
          </w:p>
        </w:tc>
      </w:tr>
    </w:tbl>
    <w:p w14:paraId="243E927A" w14:textId="77777777" w:rsidR="004C3220" w:rsidRPr="00506D11" w:rsidRDefault="004C3220" w:rsidP="004C3220">
      <w:pPr>
        <w:pStyle w:val="RTDocType"/>
        <w:rPr>
          <w:sz w:val="22"/>
          <w:szCs w:val="22"/>
        </w:rPr>
      </w:pPr>
    </w:p>
    <w:p w14:paraId="4C15D841" w14:textId="77777777" w:rsidR="00FB0FB4" w:rsidRPr="004C3220" w:rsidRDefault="00FB0FB4" w:rsidP="00215BC6">
      <w:pPr>
        <w:spacing w:line="276" w:lineRule="auto"/>
        <w:rPr>
          <w:sz w:val="22"/>
          <w:szCs w:val="22"/>
        </w:rPr>
      </w:pPr>
    </w:p>
    <w:sectPr w:rsidR="00FB0FB4" w:rsidRPr="004C3220" w:rsidSect="002363AC">
      <w:footerReference w:type="default" r:id="rId12"/>
      <w:footerReference w:type="first" r:id="rId13"/>
      <w:pgSz w:w="11906" w:h="16838" w:code="9"/>
      <w:pgMar w:top="1701" w:right="1418" w:bottom="1135"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4EB5F" w14:textId="77777777" w:rsidR="00E254B0" w:rsidRDefault="00E254B0" w:rsidP="00D41A34">
      <w:r>
        <w:separator/>
      </w:r>
    </w:p>
  </w:endnote>
  <w:endnote w:type="continuationSeparator" w:id="0">
    <w:p w14:paraId="352B3950" w14:textId="77777777" w:rsidR="00E254B0" w:rsidRDefault="00E254B0" w:rsidP="00D41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A1E0" w14:textId="66A1AE37"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BD0089">
      <w:rPr>
        <w:bCs/>
        <w:noProof/>
      </w:rPr>
      <w:instrText>2</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BD0089">
      <w:rPr>
        <w:bCs/>
        <w:noProof/>
      </w:rPr>
      <w:instrText>2</w:instrText>
    </w:r>
    <w:r>
      <w:rPr>
        <w:bCs/>
      </w:rPr>
      <w:fldChar w:fldCharType="end"/>
    </w:r>
    <w:r>
      <w:rPr>
        <w:bCs/>
      </w:rPr>
      <w:instrText>"</w:instrText>
    </w:r>
    <w:r w:rsidRPr="00D41A34">
      <w:rPr>
        <w:bCs/>
      </w:rPr>
      <w:instrText>renault-trucks.com</w:instrText>
    </w:r>
    <w:r>
      <w:rPr>
        <w:bCs/>
      </w:rPr>
      <w:instrText xml:space="preserve">" "" </w:instrText>
    </w:r>
    <w:r w:rsidR="00BD0089">
      <w:rPr>
        <w:bCs/>
      </w:rPr>
      <w:fldChar w:fldCharType="separate"/>
    </w:r>
    <w:r w:rsidR="00BD0089"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36C5F" w14:textId="77777777" w:rsidR="00E254B0" w:rsidRPr="00F00D7B" w:rsidRDefault="00E254B0" w:rsidP="00D41A34">
      <w:pPr>
        <w:rPr>
          <w:sz w:val="14"/>
          <w:szCs w:val="14"/>
        </w:rPr>
      </w:pPr>
    </w:p>
  </w:footnote>
  <w:footnote w:type="continuationSeparator" w:id="0">
    <w:p w14:paraId="51446A37" w14:textId="77777777" w:rsidR="00E254B0" w:rsidRDefault="00E254B0" w:rsidP="00D41A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3"/>
  </w:num>
  <w:num w:numId="13" w16cid:durableId="1408378821">
    <w:abstractNumId w:val="14"/>
  </w:num>
  <w:num w:numId="14" w16cid:durableId="433094607">
    <w:abstractNumId w:val="10"/>
  </w:num>
  <w:num w:numId="15" w16cid:durableId="6848626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2E3"/>
    <w:rsid w:val="00001726"/>
    <w:rsid w:val="000170A5"/>
    <w:rsid w:val="00022E9E"/>
    <w:rsid w:val="00023EE8"/>
    <w:rsid w:val="00027394"/>
    <w:rsid w:val="00030667"/>
    <w:rsid w:val="00034630"/>
    <w:rsid w:val="0004126A"/>
    <w:rsid w:val="00045B37"/>
    <w:rsid w:val="00047A9E"/>
    <w:rsid w:val="00055B04"/>
    <w:rsid w:val="00067DF5"/>
    <w:rsid w:val="000847FD"/>
    <w:rsid w:val="00087566"/>
    <w:rsid w:val="0009693C"/>
    <w:rsid w:val="000973D7"/>
    <w:rsid w:val="000A0F0A"/>
    <w:rsid w:val="000A2843"/>
    <w:rsid w:val="000B60D8"/>
    <w:rsid w:val="000B69E3"/>
    <w:rsid w:val="000C58FE"/>
    <w:rsid w:val="000D0895"/>
    <w:rsid w:val="000D3247"/>
    <w:rsid w:val="000D787F"/>
    <w:rsid w:val="000E17F8"/>
    <w:rsid w:val="000E78AC"/>
    <w:rsid w:val="000F6108"/>
    <w:rsid w:val="0010457A"/>
    <w:rsid w:val="0010545F"/>
    <w:rsid w:val="00105A10"/>
    <w:rsid w:val="00106A37"/>
    <w:rsid w:val="00110417"/>
    <w:rsid w:val="00120274"/>
    <w:rsid w:val="0012037B"/>
    <w:rsid w:val="001223DA"/>
    <w:rsid w:val="00122B79"/>
    <w:rsid w:val="00126772"/>
    <w:rsid w:val="00131851"/>
    <w:rsid w:val="00160347"/>
    <w:rsid w:val="00165050"/>
    <w:rsid w:val="00165EA1"/>
    <w:rsid w:val="00171B62"/>
    <w:rsid w:val="001727F6"/>
    <w:rsid w:val="00173C3F"/>
    <w:rsid w:val="001744C0"/>
    <w:rsid w:val="001764A0"/>
    <w:rsid w:val="00180F56"/>
    <w:rsid w:val="00181976"/>
    <w:rsid w:val="0018337F"/>
    <w:rsid w:val="00184A25"/>
    <w:rsid w:val="00185D2C"/>
    <w:rsid w:val="0019176B"/>
    <w:rsid w:val="00196C91"/>
    <w:rsid w:val="001A09DD"/>
    <w:rsid w:val="001A3CE1"/>
    <w:rsid w:val="001A6FBA"/>
    <w:rsid w:val="001B110E"/>
    <w:rsid w:val="001B591C"/>
    <w:rsid w:val="001C52BE"/>
    <w:rsid w:val="001D0C31"/>
    <w:rsid w:val="001F3EA2"/>
    <w:rsid w:val="001F730B"/>
    <w:rsid w:val="00200D3B"/>
    <w:rsid w:val="00201097"/>
    <w:rsid w:val="00201A9F"/>
    <w:rsid w:val="00203326"/>
    <w:rsid w:val="00203A31"/>
    <w:rsid w:val="00207986"/>
    <w:rsid w:val="00213741"/>
    <w:rsid w:val="00214DFB"/>
    <w:rsid w:val="00215BC6"/>
    <w:rsid w:val="00224A30"/>
    <w:rsid w:val="002363AC"/>
    <w:rsid w:val="00242951"/>
    <w:rsid w:val="00246736"/>
    <w:rsid w:val="002529AD"/>
    <w:rsid w:val="00252B15"/>
    <w:rsid w:val="00253784"/>
    <w:rsid w:val="00274C4F"/>
    <w:rsid w:val="002836DD"/>
    <w:rsid w:val="00286193"/>
    <w:rsid w:val="002922A5"/>
    <w:rsid w:val="00293E0C"/>
    <w:rsid w:val="002A18E7"/>
    <w:rsid w:val="002A2EE7"/>
    <w:rsid w:val="002C0DF3"/>
    <w:rsid w:val="002C508D"/>
    <w:rsid w:val="002C5428"/>
    <w:rsid w:val="002D1A3B"/>
    <w:rsid w:val="002E2325"/>
    <w:rsid w:val="002F1FB3"/>
    <w:rsid w:val="002F2A64"/>
    <w:rsid w:val="002F5DE8"/>
    <w:rsid w:val="0031195B"/>
    <w:rsid w:val="003152B6"/>
    <w:rsid w:val="0031790C"/>
    <w:rsid w:val="00326451"/>
    <w:rsid w:val="00337986"/>
    <w:rsid w:val="00346E11"/>
    <w:rsid w:val="0035007B"/>
    <w:rsid w:val="00355FF0"/>
    <w:rsid w:val="003622C0"/>
    <w:rsid w:val="003740A1"/>
    <w:rsid w:val="003814CF"/>
    <w:rsid w:val="0038155F"/>
    <w:rsid w:val="003861D3"/>
    <w:rsid w:val="0038642A"/>
    <w:rsid w:val="003864AD"/>
    <w:rsid w:val="00390812"/>
    <w:rsid w:val="003A19F8"/>
    <w:rsid w:val="003A2300"/>
    <w:rsid w:val="003A264A"/>
    <w:rsid w:val="003A2DC9"/>
    <w:rsid w:val="003A4AD9"/>
    <w:rsid w:val="003A4B9A"/>
    <w:rsid w:val="003A5FCB"/>
    <w:rsid w:val="003B0F76"/>
    <w:rsid w:val="003B0FB1"/>
    <w:rsid w:val="003B470A"/>
    <w:rsid w:val="003B5013"/>
    <w:rsid w:val="003B6BAE"/>
    <w:rsid w:val="003C6DA4"/>
    <w:rsid w:val="003C7B40"/>
    <w:rsid w:val="003D02E6"/>
    <w:rsid w:val="003D1883"/>
    <w:rsid w:val="003D735B"/>
    <w:rsid w:val="003E24EF"/>
    <w:rsid w:val="003E2A9B"/>
    <w:rsid w:val="003E68CC"/>
    <w:rsid w:val="003E6B7D"/>
    <w:rsid w:val="003E78A4"/>
    <w:rsid w:val="00401DD9"/>
    <w:rsid w:val="004022B4"/>
    <w:rsid w:val="00402B21"/>
    <w:rsid w:val="00414C94"/>
    <w:rsid w:val="00415887"/>
    <w:rsid w:val="004214B5"/>
    <w:rsid w:val="00425677"/>
    <w:rsid w:val="004274B0"/>
    <w:rsid w:val="004324A8"/>
    <w:rsid w:val="00433EDD"/>
    <w:rsid w:val="0043400B"/>
    <w:rsid w:val="004411EF"/>
    <w:rsid w:val="0044219E"/>
    <w:rsid w:val="00451080"/>
    <w:rsid w:val="0045216F"/>
    <w:rsid w:val="00453DAA"/>
    <w:rsid w:val="004540B1"/>
    <w:rsid w:val="00461292"/>
    <w:rsid w:val="00466F90"/>
    <w:rsid w:val="00470F0C"/>
    <w:rsid w:val="00471881"/>
    <w:rsid w:val="004728B8"/>
    <w:rsid w:val="00475232"/>
    <w:rsid w:val="004839C6"/>
    <w:rsid w:val="00483B73"/>
    <w:rsid w:val="0049298A"/>
    <w:rsid w:val="004960F0"/>
    <w:rsid w:val="004A1ABC"/>
    <w:rsid w:val="004C00AC"/>
    <w:rsid w:val="004C3220"/>
    <w:rsid w:val="004C3998"/>
    <w:rsid w:val="004C7EEA"/>
    <w:rsid w:val="004D1433"/>
    <w:rsid w:val="004D187B"/>
    <w:rsid w:val="004D1DBE"/>
    <w:rsid w:val="004D584E"/>
    <w:rsid w:val="004F3076"/>
    <w:rsid w:val="00500E28"/>
    <w:rsid w:val="005016E0"/>
    <w:rsid w:val="005135E9"/>
    <w:rsid w:val="00514EB2"/>
    <w:rsid w:val="00515BF0"/>
    <w:rsid w:val="00515C9E"/>
    <w:rsid w:val="00544345"/>
    <w:rsid w:val="005453B5"/>
    <w:rsid w:val="005503E7"/>
    <w:rsid w:val="00552DA1"/>
    <w:rsid w:val="005607D3"/>
    <w:rsid w:val="005619CE"/>
    <w:rsid w:val="00566E1D"/>
    <w:rsid w:val="005732EA"/>
    <w:rsid w:val="005876B2"/>
    <w:rsid w:val="00593CAF"/>
    <w:rsid w:val="005A47E6"/>
    <w:rsid w:val="005B10DA"/>
    <w:rsid w:val="005B710D"/>
    <w:rsid w:val="005C2BD5"/>
    <w:rsid w:val="005C3CA2"/>
    <w:rsid w:val="005C775F"/>
    <w:rsid w:val="005D5500"/>
    <w:rsid w:val="005E3CBA"/>
    <w:rsid w:val="005E49FB"/>
    <w:rsid w:val="005E58A6"/>
    <w:rsid w:val="005E6182"/>
    <w:rsid w:val="005E6F1E"/>
    <w:rsid w:val="005F4C07"/>
    <w:rsid w:val="00606718"/>
    <w:rsid w:val="00612060"/>
    <w:rsid w:val="00612580"/>
    <w:rsid w:val="0061265C"/>
    <w:rsid w:val="0061682B"/>
    <w:rsid w:val="0062599C"/>
    <w:rsid w:val="00640844"/>
    <w:rsid w:val="0064315A"/>
    <w:rsid w:val="00643F01"/>
    <w:rsid w:val="00645920"/>
    <w:rsid w:val="00646166"/>
    <w:rsid w:val="0065086A"/>
    <w:rsid w:val="006554B5"/>
    <w:rsid w:val="00655A10"/>
    <w:rsid w:val="006654B5"/>
    <w:rsid w:val="00673FAF"/>
    <w:rsid w:val="006771B7"/>
    <w:rsid w:val="0068069E"/>
    <w:rsid w:val="00682310"/>
    <w:rsid w:val="00684160"/>
    <w:rsid w:val="0068671C"/>
    <w:rsid w:val="006918F5"/>
    <w:rsid w:val="006A27A0"/>
    <w:rsid w:val="006A4B56"/>
    <w:rsid w:val="006B455F"/>
    <w:rsid w:val="006B5C7E"/>
    <w:rsid w:val="006C1D51"/>
    <w:rsid w:val="006C372A"/>
    <w:rsid w:val="006C4385"/>
    <w:rsid w:val="006C49BC"/>
    <w:rsid w:val="006D3F15"/>
    <w:rsid w:val="006E27BF"/>
    <w:rsid w:val="006E369B"/>
    <w:rsid w:val="007029A5"/>
    <w:rsid w:val="00711308"/>
    <w:rsid w:val="00723F01"/>
    <w:rsid w:val="00734E81"/>
    <w:rsid w:val="00740380"/>
    <w:rsid w:val="007425BB"/>
    <w:rsid w:val="00756A7B"/>
    <w:rsid w:val="00765184"/>
    <w:rsid w:val="00773AE7"/>
    <w:rsid w:val="00776EBF"/>
    <w:rsid w:val="00793CD4"/>
    <w:rsid w:val="0079586A"/>
    <w:rsid w:val="00797F40"/>
    <w:rsid w:val="007A316D"/>
    <w:rsid w:val="007A46E2"/>
    <w:rsid w:val="007A4F1D"/>
    <w:rsid w:val="007A57C4"/>
    <w:rsid w:val="007C06C3"/>
    <w:rsid w:val="007C0B41"/>
    <w:rsid w:val="007C1F9E"/>
    <w:rsid w:val="007D0550"/>
    <w:rsid w:val="007D1744"/>
    <w:rsid w:val="007D736C"/>
    <w:rsid w:val="007E1257"/>
    <w:rsid w:val="007E1EFA"/>
    <w:rsid w:val="007E317D"/>
    <w:rsid w:val="007E58CC"/>
    <w:rsid w:val="007F48C1"/>
    <w:rsid w:val="007F50ED"/>
    <w:rsid w:val="0080313B"/>
    <w:rsid w:val="00805FAA"/>
    <w:rsid w:val="008105A0"/>
    <w:rsid w:val="008124BD"/>
    <w:rsid w:val="00815B14"/>
    <w:rsid w:val="0081675C"/>
    <w:rsid w:val="00816E10"/>
    <w:rsid w:val="008351F0"/>
    <w:rsid w:val="00835CAE"/>
    <w:rsid w:val="00844956"/>
    <w:rsid w:val="00854723"/>
    <w:rsid w:val="0085633D"/>
    <w:rsid w:val="00857484"/>
    <w:rsid w:val="008606BA"/>
    <w:rsid w:val="008637B4"/>
    <w:rsid w:val="00864405"/>
    <w:rsid w:val="008654DE"/>
    <w:rsid w:val="008728A8"/>
    <w:rsid w:val="00877117"/>
    <w:rsid w:val="00890824"/>
    <w:rsid w:val="0089532C"/>
    <w:rsid w:val="00895D1B"/>
    <w:rsid w:val="008960D8"/>
    <w:rsid w:val="008A54A8"/>
    <w:rsid w:val="008C190E"/>
    <w:rsid w:val="008C33E4"/>
    <w:rsid w:val="008C4C70"/>
    <w:rsid w:val="008C65CE"/>
    <w:rsid w:val="008D101E"/>
    <w:rsid w:val="008D7C5E"/>
    <w:rsid w:val="008F0F07"/>
    <w:rsid w:val="008F2A13"/>
    <w:rsid w:val="008F3011"/>
    <w:rsid w:val="008F371E"/>
    <w:rsid w:val="008F3AF5"/>
    <w:rsid w:val="00906170"/>
    <w:rsid w:val="009133E4"/>
    <w:rsid w:val="00935EDE"/>
    <w:rsid w:val="009429D3"/>
    <w:rsid w:val="009436E4"/>
    <w:rsid w:val="009456C2"/>
    <w:rsid w:val="00957454"/>
    <w:rsid w:val="00960695"/>
    <w:rsid w:val="009614AE"/>
    <w:rsid w:val="00966D6D"/>
    <w:rsid w:val="009779BF"/>
    <w:rsid w:val="00995425"/>
    <w:rsid w:val="009968C5"/>
    <w:rsid w:val="009A1C29"/>
    <w:rsid w:val="009A23AB"/>
    <w:rsid w:val="009A4311"/>
    <w:rsid w:val="009A6456"/>
    <w:rsid w:val="009C3A24"/>
    <w:rsid w:val="009C409B"/>
    <w:rsid w:val="009C5809"/>
    <w:rsid w:val="009D081C"/>
    <w:rsid w:val="009D180E"/>
    <w:rsid w:val="009D1E9B"/>
    <w:rsid w:val="009D4FCE"/>
    <w:rsid w:val="009D6FB9"/>
    <w:rsid w:val="009E62CE"/>
    <w:rsid w:val="009F222B"/>
    <w:rsid w:val="009F3C5F"/>
    <w:rsid w:val="009F4F1A"/>
    <w:rsid w:val="009F6A39"/>
    <w:rsid w:val="009F6CF9"/>
    <w:rsid w:val="00A023F3"/>
    <w:rsid w:val="00A10CE9"/>
    <w:rsid w:val="00A17218"/>
    <w:rsid w:val="00A214CA"/>
    <w:rsid w:val="00A41BD8"/>
    <w:rsid w:val="00A52B84"/>
    <w:rsid w:val="00A53440"/>
    <w:rsid w:val="00A650EA"/>
    <w:rsid w:val="00A67D5C"/>
    <w:rsid w:val="00A71314"/>
    <w:rsid w:val="00A74638"/>
    <w:rsid w:val="00A82A96"/>
    <w:rsid w:val="00A8524E"/>
    <w:rsid w:val="00A87820"/>
    <w:rsid w:val="00AA10D5"/>
    <w:rsid w:val="00AB251B"/>
    <w:rsid w:val="00AB3489"/>
    <w:rsid w:val="00AB5BCC"/>
    <w:rsid w:val="00AC1480"/>
    <w:rsid w:val="00AC2544"/>
    <w:rsid w:val="00AC7AFC"/>
    <w:rsid w:val="00AD6A9F"/>
    <w:rsid w:val="00AD7719"/>
    <w:rsid w:val="00AE1E5B"/>
    <w:rsid w:val="00AF13D5"/>
    <w:rsid w:val="00AF214C"/>
    <w:rsid w:val="00B009B3"/>
    <w:rsid w:val="00B01379"/>
    <w:rsid w:val="00B16E64"/>
    <w:rsid w:val="00B32F4C"/>
    <w:rsid w:val="00B46895"/>
    <w:rsid w:val="00B51123"/>
    <w:rsid w:val="00B51E89"/>
    <w:rsid w:val="00B61AAC"/>
    <w:rsid w:val="00B6396C"/>
    <w:rsid w:val="00B643D4"/>
    <w:rsid w:val="00B64F18"/>
    <w:rsid w:val="00B8742D"/>
    <w:rsid w:val="00B90B8E"/>
    <w:rsid w:val="00B90FD0"/>
    <w:rsid w:val="00B92FB1"/>
    <w:rsid w:val="00B934FD"/>
    <w:rsid w:val="00BB5F9E"/>
    <w:rsid w:val="00BC4068"/>
    <w:rsid w:val="00BD0089"/>
    <w:rsid w:val="00BD68F1"/>
    <w:rsid w:val="00BD7818"/>
    <w:rsid w:val="00BF0D4A"/>
    <w:rsid w:val="00BF62FF"/>
    <w:rsid w:val="00BF72A5"/>
    <w:rsid w:val="00C03438"/>
    <w:rsid w:val="00C0704B"/>
    <w:rsid w:val="00C07CA1"/>
    <w:rsid w:val="00C10E75"/>
    <w:rsid w:val="00C151EE"/>
    <w:rsid w:val="00C219E8"/>
    <w:rsid w:val="00C21B90"/>
    <w:rsid w:val="00C23C45"/>
    <w:rsid w:val="00C23C83"/>
    <w:rsid w:val="00C31F14"/>
    <w:rsid w:val="00C35A18"/>
    <w:rsid w:val="00C37F94"/>
    <w:rsid w:val="00C402AC"/>
    <w:rsid w:val="00C506C0"/>
    <w:rsid w:val="00C54D43"/>
    <w:rsid w:val="00C55888"/>
    <w:rsid w:val="00C66EF0"/>
    <w:rsid w:val="00C718AA"/>
    <w:rsid w:val="00C80A7F"/>
    <w:rsid w:val="00C80BDE"/>
    <w:rsid w:val="00C810B1"/>
    <w:rsid w:val="00C83CB5"/>
    <w:rsid w:val="00C91042"/>
    <w:rsid w:val="00CA2B55"/>
    <w:rsid w:val="00CA4485"/>
    <w:rsid w:val="00CB1478"/>
    <w:rsid w:val="00CC167F"/>
    <w:rsid w:val="00CC3723"/>
    <w:rsid w:val="00CC4CE1"/>
    <w:rsid w:val="00CC777C"/>
    <w:rsid w:val="00CD4A8B"/>
    <w:rsid w:val="00CD5356"/>
    <w:rsid w:val="00CF260D"/>
    <w:rsid w:val="00CF29C4"/>
    <w:rsid w:val="00CF2B1C"/>
    <w:rsid w:val="00D02C5D"/>
    <w:rsid w:val="00D07D44"/>
    <w:rsid w:val="00D248CC"/>
    <w:rsid w:val="00D25F24"/>
    <w:rsid w:val="00D265D9"/>
    <w:rsid w:val="00D41A34"/>
    <w:rsid w:val="00D45EA8"/>
    <w:rsid w:val="00D54C2A"/>
    <w:rsid w:val="00D57225"/>
    <w:rsid w:val="00D6464F"/>
    <w:rsid w:val="00D71E58"/>
    <w:rsid w:val="00D735B6"/>
    <w:rsid w:val="00D73F4B"/>
    <w:rsid w:val="00D8161E"/>
    <w:rsid w:val="00D8161F"/>
    <w:rsid w:val="00D85EAB"/>
    <w:rsid w:val="00D8687C"/>
    <w:rsid w:val="00D9178C"/>
    <w:rsid w:val="00D97AE9"/>
    <w:rsid w:val="00DA27E1"/>
    <w:rsid w:val="00DB141A"/>
    <w:rsid w:val="00DC2276"/>
    <w:rsid w:val="00DC59BF"/>
    <w:rsid w:val="00DC7837"/>
    <w:rsid w:val="00DE5065"/>
    <w:rsid w:val="00DE72B9"/>
    <w:rsid w:val="00DE7DC3"/>
    <w:rsid w:val="00DF0A64"/>
    <w:rsid w:val="00DF196D"/>
    <w:rsid w:val="00DF544C"/>
    <w:rsid w:val="00DF6F2F"/>
    <w:rsid w:val="00E02A07"/>
    <w:rsid w:val="00E03741"/>
    <w:rsid w:val="00E22988"/>
    <w:rsid w:val="00E254B0"/>
    <w:rsid w:val="00E258F1"/>
    <w:rsid w:val="00E27DE3"/>
    <w:rsid w:val="00E334C6"/>
    <w:rsid w:val="00E346C1"/>
    <w:rsid w:val="00E34FE5"/>
    <w:rsid w:val="00E4318C"/>
    <w:rsid w:val="00E45C6B"/>
    <w:rsid w:val="00E536BD"/>
    <w:rsid w:val="00E6237C"/>
    <w:rsid w:val="00E80E6B"/>
    <w:rsid w:val="00E82DA0"/>
    <w:rsid w:val="00E86A1E"/>
    <w:rsid w:val="00E8711A"/>
    <w:rsid w:val="00E97594"/>
    <w:rsid w:val="00EA1DA2"/>
    <w:rsid w:val="00EA5E35"/>
    <w:rsid w:val="00EB1769"/>
    <w:rsid w:val="00EC103E"/>
    <w:rsid w:val="00EC12D4"/>
    <w:rsid w:val="00EC53EC"/>
    <w:rsid w:val="00ED17C7"/>
    <w:rsid w:val="00ED2E90"/>
    <w:rsid w:val="00ED491B"/>
    <w:rsid w:val="00ED51B0"/>
    <w:rsid w:val="00ED7B7B"/>
    <w:rsid w:val="00EF762C"/>
    <w:rsid w:val="00F00D7B"/>
    <w:rsid w:val="00F06582"/>
    <w:rsid w:val="00F120A6"/>
    <w:rsid w:val="00F12F7E"/>
    <w:rsid w:val="00F2055B"/>
    <w:rsid w:val="00F3304C"/>
    <w:rsid w:val="00F33155"/>
    <w:rsid w:val="00F3489B"/>
    <w:rsid w:val="00F37CA2"/>
    <w:rsid w:val="00F5284E"/>
    <w:rsid w:val="00F60321"/>
    <w:rsid w:val="00F63273"/>
    <w:rsid w:val="00F84DDD"/>
    <w:rsid w:val="00F93AEF"/>
    <w:rsid w:val="00F9434D"/>
    <w:rsid w:val="00F95D7F"/>
    <w:rsid w:val="00F96273"/>
    <w:rsid w:val="00F97621"/>
    <w:rsid w:val="00FA062C"/>
    <w:rsid w:val="00FA1D37"/>
    <w:rsid w:val="00FA290A"/>
    <w:rsid w:val="00FA529B"/>
    <w:rsid w:val="00FB0FB4"/>
    <w:rsid w:val="00FB60E4"/>
    <w:rsid w:val="00FB61E0"/>
    <w:rsid w:val="00FC66E8"/>
    <w:rsid w:val="00FD1AF5"/>
    <w:rsid w:val="00FD5BBD"/>
    <w:rsid w:val="00FD6CFC"/>
    <w:rsid w:val="00FE1C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semiHidden/>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veryne.molard@renault-truck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nault-truck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9</TotalTime>
  <Pages>2</Pages>
  <Words>511</Words>
  <Characters>2915</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Press Release</vt:lpstr>
      <vt:lpstr>Press Release</vt:lpstr>
    </vt:vector>
  </TitlesOfParts>
  <Company>Renault Trucks</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Molard Severyne</cp:lastModifiedBy>
  <cp:revision>10</cp:revision>
  <dcterms:created xsi:type="dcterms:W3CDTF">2023-10-31T11:29:00Z</dcterms:created>
  <dcterms:modified xsi:type="dcterms:W3CDTF">2023-10-31T14:00:00Z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